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D97" w:rsidRPr="00C32CFE" w:rsidRDefault="00935D97" w:rsidP="00C32CFE">
      <w:pPr>
        <w:jc w:val="center"/>
        <w:rPr>
          <w:rFonts w:ascii="Century Gothic" w:hAnsi="Century Gothic" w:cs="Century Gothic"/>
          <w:b/>
          <w:bCs/>
        </w:rPr>
      </w:pPr>
      <w:r w:rsidRPr="00C32CFE">
        <w:rPr>
          <w:rFonts w:ascii="Century Gothic" w:hAnsi="Century Gothic" w:cs="Century Gothic"/>
          <w:b/>
          <w:bCs/>
        </w:rPr>
        <w:t>A Conceptual Framework for Online Learning</w:t>
      </w:r>
    </w:p>
    <w:p w:rsidR="00935D97" w:rsidRPr="00C32CFE" w:rsidRDefault="00935D97" w:rsidP="00C32CFE">
      <w:pPr>
        <w:jc w:val="center"/>
        <w:rPr>
          <w:rFonts w:ascii="Century Gothic" w:hAnsi="Century Gothic" w:cs="Century Gothic"/>
          <w:i/>
          <w:iCs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 xml:space="preserve">Adapted from </w:t>
      </w:r>
      <w:hyperlink r:id="rId5" w:history="1">
        <w:r w:rsidRPr="00C32CFE">
          <w:rPr>
            <w:rStyle w:val="Hyperlink"/>
            <w:rFonts w:ascii="Century Gothic" w:hAnsi="Century Gothic" w:cs="Century Gothic"/>
            <w:i/>
            <w:iCs/>
            <w:sz w:val="20"/>
            <w:szCs w:val="20"/>
          </w:rPr>
          <w:t>Evidence-Based Practices in Online Learning</w:t>
        </w:r>
      </w:hyperlink>
    </w:p>
    <w:p w:rsidR="00935D97" w:rsidRDefault="00935D97">
      <w:pPr>
        <w:rPr>
          <w:rFonts w:ascii="Century Gothic" w:hAnsi="Century Gothic" w:cs="Century Gothic"/>
          <w:sz w:val="20"/>
          <w:szCs w:val="20"/>
        </w:rPr>
      </w:pPr>
    </w:p>
    <w:p w:rsidR="00935D97" w:rsidRDefault="00935D97" w:rsidP="00FB4105">
      <w:pPr>
        <w:rPr>
          <w:rFonts w:ascii="Century Gothic" w:hAnsi="Century Gothic" w:cs="Century Gothic"/>
          <w:sz w:val="20"/>
          <w:szCs w:val="20"/>
        </w:rPr>
      </w:pPr>
    </w:p>
    <w:p w:rsidR="00935D97" w:rsidRPr="00FB4105" w:rsidRDefault="00935D97" w:rsidP="00FB4105">
      <w:pPr>
        <w:rPr>
          <w:rFonts w:ascii="Century Gothic" w:hAnsi="Century Gothic" w:cs="Century Gothic"/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54"/>
        <w:gridCol w:w="3654"/>
        <w:gridCol w:w="3654"/>
        <w:gridCol w:w="3654"/>
      </w:tblGrid>
      <w:tr w:rsidR="00935D97">
        <w:tc>
          <w:tcPr>
            <w:tcW w:w="3654" w:type="dxa"/>
            <w:vAlign w:val="center"/>
          </w:tcPr>
          <w:p w:rsidR="00935D97" w:rsidRPr="00787FE8" w:rsidRDefault="00935D97" w:rsidP="00787FE8">
            <w:pPr>
              <w:jc w:val="center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  <w:r w:rsidRPr="00787FE8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Pedagogy:</w:t>
            </w:r>
          </w:p>
        </w:tc>
        <w:tc>
          <w:tcPr>
            <w:tcW w:w="3654" w:type="dxa"/>
            <w:vAlign w:val="center"/>
          </w:tcPr>
          <w:p w:rsidR="00935D97" w:rsidRPr="00787FE8" w:rsidRDefault="00935D97" w:rsidP="00787FE8">
            <w:pPr>
              <w:jc w:val="center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  <w:r w:rsidRPr="00787FE8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Replacement/Synchronous</w:t>
            </w:r>
          </w:p>
        </w:tc>
        <w:tc>
          <w:tcPr>
            <w:tcW w:w="3654" w:type="dxa"/>
            <w:vAlign w:val="center"/>
          </w:tcPr>
          <w:p w:rsidR="00935D97" w:rsidRPr="00787FE8" w:rsidRDefault="00935D97" w:rsidP="00787FE8">
            <w:pPr>
              <w:jc w:val="center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  <w:r w:rsidRPr="00787FE8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Replacement/Asynchronous</w:t>
            </w:r>
          </w:p>
        </w:tc>
        <w:tc>
          <w:tcPr>
            <w:tcW w:w="3654" w:type="dxa"/>
            <w:vAlign w:val="center"/>
          </w:tcPr>
          <w:p w:rsidR="00935D97" w:rsidRPr="00787FE8" w:rsidRDefault="00935D97" w:rsidP="00787FE8">
            <w:pPr>
              <w:jc w:val="center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  <w:r w:rsidRPr="00787FE8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Replacement/Combination</w:t>
            </w:r>
          </w:p>
        </w:tc>
      </w:tr>
      <w:tr w:rsidR="00935D97">
        <w:trPr>
          <w:trHeight w:val="720"/>
        </w:trPr>
        <w:tc>
          <w:tcPr>
            <w:tcW w:w="3654" w:type="dxa"/>
            <w:vAlign w:val="center"/>
          </w:tcPr>
          <w:p w:rsidR="00935D97" w:rsidRPr="00787FE8" w:rsidRDefault="00935D97" w:rsidP="00787FE8">
            <w:pPr>
              <w:jc w:val="center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  <w:r w:rsidRPr="00787FE8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Expository</w:t>
            </w:r>
          </w:p>
        </w:tc>
        <w:tc>
          <w:tcPr>
            <w:tcW w:w="3654" w:type="dxa"/>
            <w:vAlign w:val="center"/>
          </w:tcPr>
          <w:p w:rsidR="00935D97" w:rsidRPr="00787FE8" w:rsidRDefault="00935D97" w:rsidP="00787FE8">
            <w:pPr>
              <w:jc w:val="center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</w:p>
        </w:tc>
        <w:tc>
          <w:tcPr>
            <w:tcW w:w="3654" w:type="dxa"/>
            <w:vAlign w:val="center"/>
          </w:tcPr>
          <w:p w:rsidR="00935D97" w:rsidRPr="00787FE8" w:rsidRDefault="00935D97" w:rsidP="00787FE8">
            <w:pPr>
              <w:jc w:val="center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</w:p>
        </w:tc>
        <w:tc>
          <w:tcPr>
            <w:tcW w:w="3654" w:type="dxa"/>
            <w:vAlign w:val="center"/>
          </w:tcPr>
          <w:p w:rsidR="00935D97" w:rsidRPr="00787FE8" w:rsidRDefault="00935D97" w:rsidP="00787FE8">
            <w:pPr>
              <w:jc w:val="center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</w:p>
        </w:tc>
      </w:tr>
      <w:tr w:rsidR="00935D97">
        <w:trPr>
          <w:trHeight w:val="720"/>
        </w:trPr>
        <w:tc>
          <w:tcPr>
            <w:tcW w:w="3654" w:type="dxa"/>
            <w:vAlign w:val="center"/>
          </w:tcPr>
          <w:p w:rsidR="00935D97" w:rsidRPr="00787FE8" w:rsidRDefault="00935D97" w:rsidP="00787FE8">
            <w:pPr>
              <w:jc w:val="center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  <w:r w:rsidRPr="00787FE8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Active Learning</w:t>
            </w:r>
          </w:p>
        </w:tc>
        <w:tc>
          <w:tcPr>
            <w:tcW w:w="3654" w:type="dxa"/>
            <w:vAlign w:val="center"/>
          </w:tcPr>
          <w:p w:rsidR="00935D97" w:rsidRPr="00253C1F" w:rsidRDefault="00935D97" w:rsidP="00A52ED4">
            <w:pPr>
              <w:rPr>
                <w:rFonts w:ascii="Century Gothic" w:hAnsi="Century Gothic" w:cs="Century Gothic"/>
                <w:sz w:val="20"/>
                <w:szCs w:val="20"/>
              </w:rPr>
            </w:pPr>
          </w:p>
        </w:tc>
        <w:tc>
          <w:tcPr>
            <w:tcW w:w="3654" w:type="dxa"/>
            <w:vAlign w:val="center"/>
          </w:tcPr>
          <w:p w:rsidR="00935D97" w:rsidRPr="00A52ED4" w:rsidRDefault="00935D97" w:rsidP="00A52ED4">
            <w:pPr>
              <w:rPr>
                <w:rFonts w:ascii="Century Gothic" w:hAnsi="Century Gothic" w:cs="Century Gothic"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>iBook included a dictionary and links to the web for ambiguous references or language.</w:t>
            </w:r>
          </w:p>
        </w:tc>
        <w:tc>
          <w:tcPr>
            <w:tcW w:w="3654" w:type="dxa"/>
            <w:vAlign w:val="center"/>
          </w:tcPr>
          <w:p w:rsidR="00935D97" w:rsidRPr="00787FE8" w:rsidRDefault="00935D97" w:rsidP="00787FE8">
            <w:pPr>
              <w:jc w:val="center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</w:p>
        </w:tc>
      </w:tr>
      <w:tr w:rsidR="00935D97">
        <w:trPr>
          <w:trHeight w:val="720"/>
        </w:trPr>
        <w:tc>
          <w:tcPr>
            <w:tcW w:w="3654" w:type="dxa"/>
            <w:vAlign w:val="center"/>
          </w:tcPr>
          <w:p w:rsidR="00935D97" w:rsidRPr="00787FE8" w:rsidRDefault="00935D97" w:rsidP="00787FE8">
            <w:pPr>
              <w:jc w:val="center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  <w:r w:rsidRPr="00787FE8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Interactive Learning</w:t>
            </w:r>
          </w:p>
        </w:tc>
        <w:tc>
          <w:tcPr>
            <w:tcW w:w="3654" w:type="dxa"/>
            <w:vAlign w:val="center"/>
          </w:tcPr>
          <w:p w:rsidR="00935D97" w:rsidRPr="00253C1F" w:rsidRDefault="00935D97" w:rsidP="00A52ED4">
            <w:pPr>
              <w:rPr>
                <w:rFonts w:ascii="Century Gothic" w:hAnsi="Century Gothic" w:cs="Century Gothic"/>
                <w:sz w:val="20"/>
                <w:szCs w:val="20"/>
              </w:rPr>
            </w:pPr>
            <w:r w:rsidRPr="00253C1F">
              <w:rPr>
                <w:rFonts w:ascii="Century Gothic" w:hAnsi="Century Gothic" w:cs="Century Gothic"/>
                <w:sz w:val="20"/>
                <w:szCs w:val="20"/>
              </w:rPr>
              <w:t>Students responded to</w:t>
            </w:r>
            <w:r>
              <w:rPr>
                <w:rFonts w:ascii="Century Gothic" w:hAnsi="Century Gothic" w:cs="Century Gothic"/>
                <w:sz w:val="20"/>
                <w:szCs w:val="20"/>
              </w:rPr>
              <w:t xml:space="preserve"> </w:t>
            </w:r>
            <w:r w:rsidRPr="00253C1F">
              <w:rPr>
                <w:rFonts w:ascii="Century Gothic" w:hAnsi="Century Gothic" w:cs="Century Gothic"/>
                <w:sz w:val="20"/>
                <w:szCs w:val="20"/>
              </w:rPr>
              <w:t xml:space="preserve">a partner via E-Chalk discussion or Collaborize app.  </w:t>
            </w:r>
          </w:p>
        </w:tc>
        <w:tc>
          <w:tcPr>
            <w:tcW w:w="3654" w:type="dxa"/>
            <w:vAlign w:val="center"/>
          </w:tcPr>
          <w:p w:rsidR="00935D97" w:rsidRPr="00787FE8" w:rsidRDefault="00935D97" w:rsidP="00787FE8">
            <w:pPr>
              <w:jc w:val="center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</w:p>
        </w:tc>
        <w:tc>
          <w:tcPr>
            <w:tcW w:w="3654" w:type="dxa"/>
            <w:vAlign w:val="center"/>
          </w:tcPr>
          <w:p w:rsidR="00935D97" w:rsidRPr="00787FE8" w:rsidRDefault="00935D97" w:rsidP="00787FE8">
            <w:pPr>
              <w:jc w:val="center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</w:p>
        </w:tc>
      </w:tr>
    </w:tbl>
    <w:p w:rsidR="00935D97" w:rsidRDefault="00935D97">
      <w:pPr>
        <w:rPr>
          <w:rFonts w:ascii="Century Gothic" w:hAnsi="Century Gothic" w:cs="Century Gothic"/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54"/>
        <w:gridCol w:w="3654"/>
        <w:gridCol w:w="3654"/>
        <w:gridCol w:w="3654"/>
      </w:tblGrid>
      <w:tr w:rsidR="00935D97">
        <w:tc>
          <w:tcPr>
            <w:tcW w:w="3654" w:type="dxa"/>
            <w:vAlign w:val="center"/>
          </w:tcPr>
          <w:p w:rsidR="00935D97" w:rsidRPr="00787FE8" w:rsidRDefault="00935D97" w:rsidP="00787FE8">
            <w:pPr>
              <w:jc w:val="center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  <w:r w:rsidRPr="00787FE8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Pedagogy:</w:t>
            </w:r>
          </w:p>
        </w:tc>
        <w:tc>
          <w:tcPr>
            <w:tcW w:w="3654" w:type="dxa"/>
            <w:vAlign w:val="center"/>
          </w:tcPr>
          <w:p w:rsidR="00935D97" w:rsidRPr="00787FE8" w:rsidRDefault="00935D97" w:rsidP="00787FE8">
            <w:pPr>
              <w:jc w:val="center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  <w:r w:rsidRPr="00787FE8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Enhancement/Synchronous</w:t>
            </w:r>
          </w:p>
        </w:tc>
        <w:tc>
          <w:tcPr>
            <w:tcW w:w="3654" w:type="dxa"/>
            <w:vAlign w:val="center"/>
          </w:tcPr>
          <w:p w:rsidR="00935D97" w:rsidRPr="00787FE8" w:rsidRDefault="00935D97" w:rsidP="00787FE8">
            <w:pPr>
              <w:jc w:val="center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  <w:r w:rsidRPr="00787FE8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Enhancement/Asynchronous</w:t>
            </w:r>
          </w:p>
        </w:tc>
        <w:tc>
          <w:tcPr>
            <w:tcW w:w="3654" w:type="dxa"/>
            <w:vAlign w:val="center"/>
          </w:tcPr>
          <w:p w:rsidR="00935D97" w:rsidRPr="00787FE8" w:rsidRDefault="00935D97" w:rsidP="00787FE8">
            <w:pPr>
              <w:jc w:val="center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  <w:r w:rsidRPr="00787FE8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Enhancement/Combination</w:t>
            </w:r>
          </w:p>
        </w:tc>
      </w:tr>
      <w:tr w:rsidR="00935D97">
        <w:trPr>
          <w:trHeight w:val="720"/>
        </w:trPr>
        <w:tc>
          <w:tcPr>
            <w:tcW w:w="3654" w:type="dxa"/>
            <w:vAlign w:val="center"/>
          </w:tcPr>
          <w:p w:rsidR="00935D97" w:rsidRPr="00787FE8" w:rsidRDefault="00935D97" w:rsidP="00787FE8">
            <w:pPr>
              <w:jc w:val="center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  <w:r w:rsidRPr="00787FE8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Expository</w:t>
            </w:r>
          </w:p>
        </w:tc>
        <w:tc>
          <w:tcPr>
            <w:tcW w:w="3654" w:type="dxa"/>
            <w:vAlign w:val="center"/>
          </w:tcPr>
          <w:p w:rsidR="00935D97" w:rsidRPr="00787FE8" w:rsidRDefault="00935D97" w:rsidP="00787FE8">
            <w:pPr>
              <w:jc w:val="center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</w:p>
        </w:tc>
        <w:tc>
          <w:tcPr>
            <w:tcW w:w="3654" w:type="dxa"/>
            <w:vAlign w:val="center"/>
          </w:tcPr>
          <w:p w:rsidR="00935D97" w:rsidRPr="00787FE8" w:rsidRDefault="00935D97" w:rsidP="00AE1EBA">
            <w:pPr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 xml:space="preserve">A student with an I.E.P.  accessed “No Fear Shakespeare” for additional reference.  </w:t>
            </w:r>
          </w:p>
        </w:tc>
        <w:tc>
          <w:tcPr>
            <w:tcW w:w="3654" w:type="dxa"/>
            <w:vAlign w:val="center"/>
          </w:tcPr>
          <w:p w:rsidR="00935D97" w:rsidRPr="00787FE8" w:rsidRDefault="00935D97" w:rsidP="00787FE8">
            <w:pPr>
              <w:jc w:val="center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</w:p>
        </w:tc>
      </w:tr>
      <w:tr w:rsidR="00935D97">
        <w:trPr>
          <w:trHeight w:val="720"/>
        </w:trPr>
        <w:tc>
          <w:tcPr>
            <w:tcW w:w="3654" w:type="dxa"/>
            <w:vAlign w:val="center"/>
          </w:tcPr>
          <w:p w:rsidR="00935D97" w:rsidRPr="00787FE8" w:rsidRDefault="00935D97" w:rsidP="00787FE8">
            <w:pPr>
              <w:jc w:val="center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  <w:r w:rsidRPr="00787FE8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Active Learning</w:t>
            </w:r>
          </w:p>
        </w:tc>
        <w:tc>
          <w:tcPr>
            <w:tcW w:w="3654" w:type="dxa"/>
            <w:vAlign w:val="center"/>
          </w:tcPr>
          <w:p w:rsidR="00935D97" w:rsidRPr="00253C1F" w:rsidRDefault="00935D97" w:rsidP="00F47F50">
            <w:pPr>
              <w:rPr>
                <w:rFonts w:ascii="Century Gothic" w:hAnsi="Century Gothic" w:cs="Century Gothic"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>“Thinking” questions embedded in the iBook asked students to pause and reflect as they read.</w:t>
            </w:r>
          </w:p>
        </w:tc>
        <w:tc>
          <w:tcPr>
            <w:tcW w:w="3654" w:type="dxa"/>
            <w:vAlign w:val="center"/>
          </w:tcPr>
          <w:p w:rsidR="00935D97" w:rsidRPr="00787FE8" w:rsidRDefault="00935D97" w:rsidP="00787FE8">
            <w:pPr>
              <w:jc w:val="center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>Students read and explored Macbeth through an iBook that included embedded questions for deeper analysis.</w:t>
            </w:r>
          </w:p>
        </w:tc>
        <w:tc>
          <w:tcPr>
            <w:tcW w:w="3654" w:type="dxa"/>
            <w:vAlign w:val="center"/>
          </w:tcPr>
          <w:p w:rsidR="00935D97" w:rsidRPr="00787FE8" w:rsidRDefault="00935D97" w:rsidP="00787FE8">
            <w:pPr>
              <w:jc w:val="center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</w:p>
        </w:tc>
      </w:tr>
      <w:tr w:rsidR="00935D97">
        <w:trPr>
          <w:trHeight w:val="720"/>
        </w:trPr>
        <w:tc>
          <w:tcPr>
            <w:tcW w:w="3654" w:type="dxa"/>
            <w:vAlign w:val="center"/>
          </w:tcPr>
          <w:p w:rsidR="00935D97" w:rsidRPr="00787FE8" w:rsidRDefault="00935D97" w:rsidP="00787FE8">
            <w:pPr>
              <w:jc w:val="center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  <w:r w:rsidRPr="00787FE8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Interactive Learning</w:t>
            </w:r>
          </w:p>
        </w:tc>
        <w:tc>
          <w:tcPr>
            <w:tcW w:w="3654" w:type="dxa"/>
            <w:vAlign w:val="center"/>
          </w:tcPr>
          <w:p w:rsidR="00935D97" w:rsidRPr="00A52ED4" w:rsidRDefault="00935D97" w:rsidP="008E200A">
            <w:pPr>
              <w:rPr>
                <w:rFonts w:ascii="Century Gothic" w:hAnsi="Century Gothic" w:cs="Century Gothic"/>
                <w:sz w:val="20"/>
                <w:szCs w:val="20"/>
              </w:rPr>
            </w:pPr>
          </w:p>
        </w:tc>
        <w:tc>
          <w:tcPr>
            <w:tcW w:w="3654" w:type="dxa"/>
            <w:vAlign w:val="center"/>
          </w:tcPr>
          <w:p w:rsidR="00935D97" w:rsidRPr="00787FE8" w:rsidRDefault="00935D97" w:rsidP="00787FE8">
            <w:pPr>
              <w:jc w:val="center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</w:p>
        </w:tc>
        <w:tc>
          <w:tcPr>
            <w:tcW w:w="3654" w:type="dxa"/>
            <w:vAlign w:val="center"/>
          </w:tcPr>
          <w:p w:rsidR="00935D97" w:rsidRPr="00787FE8" w:rsidRDefault="00935D97" w:rsidP="00787FE8">
            <w:pPr>
              <w:jc w:val="center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</w:p>
        </w:tc>
      </w:tr>
    </w:tbl>
    <w:p w:rsidR="00935D97" w:rsidRPr="00D6476B" w:rsidRDefault="00935D97" w:rsidP="00FB4105">
      <w:pPr>
        <w:rPr>
          <w:rFonts w:ascii="Century Gothic" w:hAnsi="Century Gothic" w:cs="Century Gothic"/>
          <w:sz w:val="20"/>
          <w:szCs w:val="20"/>
        </w:rPr>
      </w:pPr>
    </w:p>
    <w:sectPr w:rsidR="00935D97" w:rsidRPr="00D6476B" w:rsidSect="00FB4105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AF400C"/>
    <w:multiLevelType w:val="hybridMultilevel"/>
    <w:tmpl w:val="3D52BC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4105"/>
    <w:rsid w:val="0000002D"/>
    <w:rsid w:val="000000AE"/>
    <w:rsid w:val="0000040A"/>
    <w:rsid w:val="000006D5"/>
    <w:rsid w:val="00000814"/>
    <w:rsid w:val="00000BAD"/>
    <w:rsid w:val="00000EBE"/>
    <w:rsid w:val="00001089"/>
    <w:rsid w:val="0000148A"/>
    <w:rsid w:val="00001C43"/>
    <w:rsid w:val="00002357"/>
    <w:rsid w:val="00002A7E"/>
    <w:rsid w:val="00002F9D"/>
    <w:rsid w:val="00003045"/>
    <w:rsid w:val="00003AA3"/>
    <w:rsid w:val="00004372"/>
    <w:rsid w:val="000049E9"/>
    <w:rsid w:val="00004B4E"/>
    <w:rsid w:val="000052C5"/>
    <w:rsid w:val="000057B3"/>
    <w:rsid w:val="0000589B"/>
    <w:rsid w:val="00005A3A"/>
    <w:rsid w:val="000072B6"/>
    <w:rsid w:val="0001029A"/>
    <w:rsid w:val="00011608"/>
    <w:rsid w:val="00011628"/>
    <w:rsid w:val="0001196D"/>
    <w:rsid w:val="00011B67"/>
    <w:rsid w:val="000121AF"/>
    <w:rsid w:val="00012325"/>
    <w:rsid w:val="000123E1"/>
    <w:rsid w:val="0001270D"/>
    <w:rsid w:val="00012FC3"/>
    <w:rsid w:val="00013D0E"/>
    <w:rsid w:val="000146A4"/>
    <w:rsid w:val="00014704"/>
    <w:rsid w:val="000158E2"/>
    <w:rsid w:val="000160C6"/>
    <w:rsid w:val="0001614B"/>
    <w:rsid w:val="00016540"/>
    <w:rsid w:val="00016A2E"/>
    <w:rsid w:val="00017003"/>
    <w:rsid w:val="00017094"/>
    <w:rsid w:val="000171C6"/>
    <w:rsid w:val="000178C0"/>
    <w:rsid w:val="00017CB3"/>
    <w:rsid w:val="00017FC0"/>
    <w:rsid w:val="000201FC"/>
    <w:rsid w:val="0002132D"/>
    <w:rsid w:val="00022953"/>
    <w:rsid w:val="00022DCC"/>
    <w:rsid w:val="000247FD"/>
    <w:rsid w:val="00024C2E"/>
    <w:rsid w:val="00024C64"/>
    <w:rsid w:val="00025111"/>
    <w:rsid w:val="00025216"/>
    <w:rsid w:val="00025928"/>
    <w:rsid w:val="00025A36"/>
    <w:rsid w:val="000265CA"/>
    <w:rsid w:val="00026A4A"/>
    <w:rsid w:val="0002711A"/>
    <w:rsid w:val="0003099A"/>
    <w:rsid w:val="00031389"/>
    <w:rsid w:val="000315C9"/>
    <w:rsid w:val="00031E15"/>
    <w:rsid w:val="00031EC9"/>
    <w:rsid w:val="00032D31"/>
    <w:rsid w:val="000335ED"/>
    <w:rsid w:val="0003408C"/>
    <w:rsid w:val="00034A0F"/>
    <w:rsid w:val="00034DDF"/>
    <w:rsid w:val="00036122"/>
    <w:rsid w:val="0003643A"/>
    <w:rsid w:val="00036811"/>
    <w:rsid w:val="00036BCD"/>
    <w:rsid w:val="00036CFA"/>
    <w:rsid w:val="00037130"/>
    <w:rsid w:val="00037263"/>
    <w:rsid w:val="00037353"/>
    <w:rsid w:val="0003798B"/>
    <w:rsid w:val="00040521"/>
    <w:rsid w:val="000406F1"/>
    <w:rsid w:val="0004078E"/>
    <w:rsid w:val="00042127"/>
    <w:rsid w:val="0004238A"/>
    <w:rsid w:val="000424A2"/>
    <w:rsid w:val="00042930"/>
    <w:rsid w:val="00042EE6"/>
    <w:rsid w:val="000440C5"/>
    <w:rsid w:val="00044685"/>
    <w:rsid w:val="000450E4"/>
    <w:rsid w:val="00047752"/>
    <w:rsid w:val="000501F4"/>
    <w:rsid w:val="00050807"/>
    <w:rsid w:val="0005156E"/>
    <w:rsid w:val="00051E4D"/>
    <w:rsid w:val="00051EF9"/>
    <w:rsid w:val="0005256F"/>
    <w:rsid w:val="00054B42"/>
    <w:rsid w:val="00054F28"/>
    <w:rsid w:val="00057800"/>
    <w:rsid w:val="00057CD4"/>
    <w:rsid w:val="0006052D"/>
    <w:rsid w:val="000606B4"/>
    <w:rsid w:val="00060AC2"/>
    <w:rsid w:val="00060B97"/>
    <w:rsid w:val="00061024"/>
    <w:rsid w:val="00061EB7"/>
    <w:rsid w:val="00062A5F"/>
    <w:rsid w:val="00062B0D"/>
    <w:rsid w:val="00062E30"/>
    <w:rsid w:val="00063A65"/>
    <w:rsid w:val="0006543C"/>
    <w:rsid w:val="00065D4B"/>
    <w:rsid w:val="0006697D"/>
    <w:rsid w:val="00066A1B"/>
    <w:rsid w:val="00067343"/>
    <w:rsid w:val="000708AB"/>
    <w:rsid w:val="00070C5B"/>
    <w:rsid w:val="00070D45"/>
    <w:rsid w:val="00070D7F"/>
    <w:rsid w:val="00071163"/>
    <w:rsid w:val="000715B3"/>
    <w:rsid w:val="00071A7A"/>
    <w:rsid w:val="0007247E"/>
    <w:rsid w:val="0007282B"/>
    <w:rsid w:val="00072B42"/>
    <w:rsid w:val="00073C38"/>
    <w:rsid w:val="0007409D"/>
    <w:rsid w:val="000743C8"/>
    <w:rsid w:val="000744EA"/>
    <w:rsid w:val="00074609"/>
    <w:rsid w:val="0007538D"/>
    <w:rsid w:val="0007709E"/>
    <w:rsid w:val="00077C50"/>
    <w:rsid w:val="000815B1"/>
    <w:rsid w:val="000819E0"/>
    <w:rsid w:val="00082660"/>
    <w:rsid w:val="000832B2"/>
    <w:rsid w:val="00083989"/>
    <w:rsid w:val="00083D31"/>
    <w:rsid w:val="00083EA3"/>
    <w:rsid w:val="00084123"/>
    <w:rsid w:val="000844CD"/>
    <w:rsid w:val="000844DC"/>
    <w:rsid w:val="00084F26"/>
    <w:rsid w:val="000854A4"/>
    <w:rsid w:val="00085E91"/>
    <w:rsid w:val="000860E0"/>
    <w:rsid w:val="00087551"/>
    <w:rsid w:val="00090675"/>
    <w:rsid w:val="00090B4E"/>
    <w:rsid w:val="0009143E"/>
    <w:rsid w:val="00091D08"/>
    <w:rsid w:val="00091D15"/>
    <w:rsid w:val="0009295D"/>
    <w:rsid w:val="000936BF"/>
    <w:rsid w:val="00095A03"/>
    <w:rsid w:val="00095A09"/>
    <w:rsid w:val="00095DB5"/>
    <w:rsid w:val="000975AF"/>
    <w:rsid w:val="00097E97"/>
    <w:rsid w:val="000A0112"/>
    <w:rsid w:val="000A0D17"/>
    <w:rsid w:val="000A0EFD"/>
    <w:rsid w:val="000A133D"/>
    <w:rsid w:val="000A1C0F"/>
    <w:rsid w:val="000A1C4F"/>
    <w:rsid w:val="000A1FC3"/>
    <w:rsid w:val="000A22BF"/>
    <w:rsid w:val="000A3302"/>
    <w:rsid w:val="000A3685"/>
    <w:rsid w:val="000A3CCE"/>
    <w:rsid w:val="000A46F1"/>
    <w:rsid w:val="000A4F1F"/>
    <w:rsid w:val="000A5226"/>
    <w:rsid w:val="000A6B63"/>
    <w:rsid w:val="000A6DB8"/>
    <w:rsid w:val="000A6DEC"/>
    <w:rsid w:val="000A7301"/>
    <w:rsid w:val="000A7C42"/>
    <w:rsid w:val="000A7D7E"/>
    <w:rsid w:val="000B00C4"/>
    <w:rsid w:val="000B16DC"/>
    <w:rsid w:val="000B23DA"/>
    <w:rsid w:val="000B2F38"/>
    <w:rsid w:val="000B3D43"/>
    <w:rsid w:val="000B4BCA"/>
    <w:rsid w:val="000B4BE1"/>
    <w:rsid w:val="000B549D"/>
    <w:rsid w:val="000B59E4"/>
    <w:rsid w:val="000B6440"/>
    <w:rsid w:val="000B68EE"/>
    <w:rsid w:val="000B7637"/>
    <w:rsid w:val="000B7C0E"/>
    <w:rsid w:val="000C336E"/>
    <w:rsid w:val="000C3B97"/>
    <w:rsid w:val="000C3BC4"/>
    <w:rsid w:val="000C3DAE"/>
    <w:rsid w:val="000C577C"/>
    <w:rsid w:val="000C596F"/>
    <w:rsid w:val="000C6019"/>
    <w:rsid w:val="000C65C8"/>
    <w:rsid w:val="000C7F09"/>
    <w:rsid w:val="000D0EDA"/>
    <w:rsid w:val="000D19C0"/>
    <w:rsid w:val="000D1CEC"/>
    <w:rsid w:val="000D23C7"/>
    <w:rsid w:val="000D29B0"/>
    <w:rsid w:val="000D31E1"/>
    <w:rsid w:val="000D3A54"/>
    <w:rsid w:val="000D3B38"/>
    <w:rsid w:val="000D409B"/>
    <w:rsid w:val="000D4157"/>
    <w:rsid w:val="000D423C"/>
    <w:rsid w:val="000D55C7"/>
    <w:rsid w:val="000D5877"/>
    <w:rsid w:val="000D59CA"/>
    <w:rsid w:val="000D607E"/>
    <w:rsid w:val="000D78D6"/>
    <w:rsid w:val="000E02CE"/>
    <w:rsid w:val="000E0EC8"/>
    <w:rsid w:val="000E2860"/>
    <w:rsid w:val="000E2D1D"/>
    <w:rsid w:val="000E2DE1"/>
    <w:rsid w:val="000E3ACA"/>
    <w:rsid w:val="000E3D21"/>
    <w:rsid w:val="000E3E56"/>
    <w:rsid w:val="000E4A6A"/>
    <w:rsid w:val="000E51A4"/>
    <w:rsid w:val="000E5BFF"/>
    <w:rsid w:val="000E7770"/>
    <w:rsid w:val="000E7DB0"/>
    <w:rsid w:val="000F06D2"/>
    <w:rsid w:val="000F0749"/>
    <w:rsid w:val="000F0763"/>
    <w:rsid w:val="000F083B"/>
    <w:rsid w:val="000F26A0"/>
    <w:rsid w:val="000F297E"/>
    <w:rsid w:val="000F2FDD"/>
    <w:rsid w:val="000F3B1C"/>
    <w:rsid w:val="000F4242"/>
    <w:rsid w:val="000F440E"/>
    <w:rsid w:val="000F4BB0"/>
    <w:rsid w:val="000F5ADE"/>
    <w:rsid w:val="000F5E8E"/>
    <w:rsid w:val="000F634F"/>
    <w:rsid w:val="000F7018"/>
    <w:rsid w:val="000F7849"/>
    <w:rsid w:val="000F7942"/>
    <w:rsid w:val="0010041F"/>
    <w:rsid w:val="00100973"/>
    <w:rsid w:val="00100B81"/>
    <w:rsid w:val="00101287"/>
    <w:rsid w:val="00101570"/>
    <w:rsid w:val="0010249B"/>
    <w:rsid w:val="00102C07"/>
    <w:rsid w:val="00103436"/>
    <w:rsid w:val="001036CB"/>
    <w:rsid w:val="00105936"/>
    <w:rsid w:val="00105F24"/>
    <w:rsid w:val="00105F49"/>
    <w:rsid w:val="00106F5B"/>
    <w:rsid w:val="00107441"/>
    <w:rsid w:val="00107BA0"/>
    <w:rsid w:val="00110109"/>
    <w:rsid w:val="001112BB"/>
    <w:rsid w:val="0011274D"/>
    <w:rsid w:val="00112902"/>
    <w:rsid w:val="00112D70"/>
    <w:rsid w:val="00113EB4"/>
    <w:rsid w:val="00113F07"/>
    <w:rsid w:val="00113F97"/>
    <w:rsid w:val="0011402F"/>
    <w:rsid w:val="0011410D"/>
    <w:rsid w:val="00115C70"/>
    <w:rsid w:val="001161A1"/>
    <w:rsid w:val="00116591"/>
    <w:rsid w:val="00116E96"/>
    <w:rsid w:val="001170C8"/>
    <w:rsid w:val="00117303"/>
    <w:rsid w:val="0011764D"/>
    <w:rsid w:val="0011788B"/>
    <w:rsid w:val="00117D93"/>
    <w:rsid w:val="00120910"/>
    <w:rsid w:val="00122A6B"/>
    <w:rsid w:val="00122AC8"/>
    <w:rsid w:val="0012344C"/>
    <w:rsid w:val="0012374A"/>
    <w:rsid w:val="00123F94"/>
    <w:rsid w:val="00124AB2"/>
    <w:rsid w:val="001252CE"/>
    <w:rsid w:val="001258B9"/>
    <w:rsid w:val="00126DC0"/>
    <w:rsid w:val="001306CA"/>
    <w:rsid w:val="00131257"/>
    <w:rsid w:val="00131DF0"/>
    <w:rsid w:val="001320D0"/>
    <w:rsid w:val="00132297"/>
    <w:rsid w:val="0013327C"/>
    <w:rsid w:val="0013432A"/>
    <w:rsid w:val="0013435E"/>
    <w:rsid w:val="0013572F"/>
    <w:rsid w:val="00135F63"/>
    <w:rsid w:val="0013782A"/>
    <w:rsid w:val="0014006C"/>
    <w:rsid w:val="00140286"/>
    <w:rsid w:val="00140A95"/>
    <w:rsid w:val="00140B1F"/>
    <w:rsid w:val="001411FC"/>
    <w:rsid w:val="0014150C"/>
    <w:rsid w:val="001420F1"/>
    <w:rsid w:val="00142970"/>
    <w:rsid w:val="00142BA9"/>
    <w:rsid w:val="00142BB4"/>
    <w:rsid w:val="00142EA3"/>
    <w:rsid w:val="001436FE"/>
    <w:rsid w:val="00143A3B"/>
    <w:rsid w:val="00145A26"/>
    <w:rsid w:val="001466B6"/>
    <w:rsid w:val="00146957"/>
    <w:rsid w:val="001476C9"/>
    <w:rsid w:val="00147D5D"/>
    <w:rsid w:val="00150C93"/>
    <w:rsid w:val="0015126B"/>
    <w:rsid w:val="00151481"/>
    <w:rsid w:val="0015163F"/>
    <w:rsid w:val="00152054"/>
    <w:rsid w:val="0015360B"/>
    <w:rsid w:val="00153794"/>
    <w:rsid w:val="001544AB"/>
    <w:rsid w:val="00154EA3"/>
    <w:rsid w:val="0015533F"/>
    <w:rsid w:val="0015708A"/>
    <w:rsid w:val="00157F06"/>
    <w:rsid w:val="00161D7C"/>
    <w:rsid w:val="00161F8E"/>
    <w:rsid w:val="00162FB2"/>
    <w:rsid w:val="00163800"/>
    <w:rsid w:val="00165959"/>
    <w:rsid w:val="001663F6"/>
    <w:rsid w:val="001679CA"/>
    <w:rsid w:val="00171977"/>
    <w:rsid w:val="00172576"/>
    <w:rsid w:val="00172928"/>
    <w:rsid w:val="00173642"/>
    <w:rsid w:val="00173D4A"/>
    <w:rsid w:val="00173D65"/>
    <w:rsid w:val="00173FBE"/>
    <w:rsid w:val="00174B05"/>
    <w:rsid w:val="00174E1C"/>
    <w:rsid w:val="0017509C"/>
    <w:rsid w:val="001757C3"/>
    <w:rsid w:val="00177348"/>
    <w:rsid w:val="0017752D"/>
    <w:rsid w:val="001776FE"/>
    <w:rsid w:val="0017784F"/>
    <w:rsid w:val="00177D1D"/>
    <w:rsid w:val="00177F49"/>
    <w:rsid w:val="0018028B"/>
    <w:rsid w:val="001809EF"/>
    <w:rsid w:val="001810BA"/>
    <w:rsid w:val="001816F2"/>
    <w:rsid w:val="001817F4"/>
    <w:rsid w:val="001818F3"/>
    <w:rsid w:val="00182505"/>
    <w:rsid w:val="00182980"/>
    <w:rsid w:val="00182D82"/>
    <w:rsid w:val="00182DC4"/>
    <w:rsid w:val="00184A4F"/>
    <w:rsid w:val="00186849"/>
    <w:rsid w:val="00186C5C"/>
    <w:rsid w:val="00186E15"/>
    <w:rsid w:val="0018736D"/>
    <w:rsid w:val="0018772C"/>
    <w:rsid w:val="00187BD7"/>
    <w:rsid w:val="001902CC"/>
    <w:rsid w:val="00190E4D"/>
    <w:rsid w:val="00191049"/>
    <w:rsid w:val="0019144B"/>
    <w:rsid w:val="001915C7"/>
    <w:rsid w:val="0019169F"/>
    <w:rsid w:val="00191815"/>
    <w:rsid w:val="00192775"/>
    <w:rsid w:val="00192C40"/>
    <w:rsid w:val="00192E6C"/>
    <w:rsid w:val="001934F0"/>
    <w:rsid w:val="00193901"/>
    <w:rsid w:val="00194692"/>
    <w:rsid w:val="001948A0"/>
    <w:rsid w:val="001949FC"/>
    <w:rsid w:val="00195A59"/>
    <w:rsid w:val="001970CA"/>
    <w:rsid w:val="00197128"/>
    <w:rsid w:val="00197D9B"/>
    <w:rsid w:val="001A01B3"/>
    <w:rsid w:val="001A1550"/>
    <w:rsid w:val="001A1E5B"/>
    <w:rsid w:val="001A28C5"/>
    <w:rsid w:val="001A464F"/>
    <w:rsid w:val="001A5627"/>
    <w:rsid w:val="001A5828"/>
    <w:rsid w:val="001A5A30"/>
    <w:rsid w:val="001A63C7"/>
    <w:rsid w:val="001A7E47"/>
    <w:rsid w:val="001B1FDF"/>
    <w:rsid w:val="001B1FEB"/>
    <w:rsid w:val="001B2921"/>
    <w:rsid w:val="001B41B9"/>
    <w:rsid w:val="001B570A"/>
    <w:rsid w:val="001B65D0"/>
    <w:rsid w:val="001B6EB2"/>
    <w:rsid w:val="001B729C"/>
    <w:rsid w:val="001B73B8"/>
    <w:rsid w:val="001B7B27"/>
    <w:rsid w:val="001B7BFD"/>
    <w:rsid w:val="001C08B9"/>
    <w:rsid w:val="001C0C12"/>
    <w:rsid w:val="001C0D3F"/>
    <w:rsid w:val="001C189F"/>
    <w:rsid w:val="001C1CFD"/>
    <w:rsid w:val="001C28F5"/>
    <w:rsid w:val="001C2CAB"/>
    <w:rsid w:val="001C577E"/>
    <w:rsid w:val="001C59BF"/>
    <w:rsid w:val="001C62C1"/>
    <w:rsid w:val="001C6B96"/>
    <w:rsid w:val="001C6E86"/>
    <w:rsid w:val="001C7BDD"/>
    <w:rsid w:val="001C7D53"/>
    <w:rsid w:val="001D0A38"/>
    <w:rsid w:val="001D1502"/>
    <w:rsid w:val="001D2660"/>
    <w:rsid w:val="001D27B8"/>
    <w:rsid w:val="001D2E8B"/>
    <w:rsid w:val="001D3010"/>
    <w:rsid w:val="001D345A"/>
    <w:rsid w:val="001D3BF7"/>
    <w:rsid w:val="001D3DF3"/>
    <w:rsid w:val="001D3EB7"/>
    <w:rsid w:val="001D47B4"/>
    <w:rsid w:val="001D4B3E"/>
    <w:rsid w:val="001D4F84"/>
    <w:rsid w:val="001D5337"/>
    <w:rsid w:val="001D5C60"/>
    <w:rsid w:val="001D6171"/>
    <w:rsid w:val="001D64CE"/>
    <w:rsid w:val="001D6A06"/>
    <w:rsid w:val="001D6D29"/>
    <w:rsid w:val="001D742B"/>
    <w:rsid w:val="001E0132"/>
    <w:rsid w:val="001E0328"/>
    <w:rsid w:val="001E0398"/>
    <w:rsid w:val="001E0970"/>
    <w:rsid w:val="001E0B50"/>
    <w:rsid w:val="001E18AE"/>
    <w:rsid w:val="001E1963"/>
    <w:rsid w:val="001E1E4D"/>
    <w:rsid w:val="001E2173"/>
    <w:rsid w:val="001E2442"/>
    <w:rsid w:val="001E27EE"/>
    <w:rsid w:val="001E30FF"/>
    <w:rsid w:val="001E3355"/>
    <w:rsid w:val="001E39AD"/>
    <w:rsid w:val="001E3B4A"/>
    <w:rsid w:val="001E3C47"/>
    <w:rsid w:val="001E3CE0"/>
    <w:rsid w:val="001E3E98"/>
    <w:rsid w:val="001E4047"/>
    <w:rsid w:val="001E4C0A"/>
    <w:rsid w:val="001E5492"/>
    <w:rsid w:val="001E58C1"/>
    <w:rsid w:val="001E59DB"/>
    <w:rsid w:val="001E5B01"/>
    <w:rsid w:val="001E5BBF"/>
    <w:rsid w:val="001E656F"/>
    <w:rsid w:val="001E65ED"/>
    <w:rsid w:val="001E69B3"/>
    <w:rsid w:val="001E6A58"/>
    <w:rsid w:val="001E6CB4"/>
    <w:rsid w:val="001E72C8"/>
    <w:rsid w:val="001F0243"/>
    <w:rsid w:val="001F0939"/>
    <w:rsid w:val="001F1190"/>
    <w:rsid w:val="001F1F74"/>
    <w:rsid w:val="001F25B3"/>
    <w:rsid w:val="001F3305"/>
    <w:rsid w:val="001F4344"/>
    <w:rsid w:val="001F4422"/>
    <w:rsid w:val="001F44E5"/>
    <w:rsid w:val="001F47CE"/>
    <w:rsid w:val="001F48E3"/>
    <w:rsid w:val="001F4B17"/>
    <w:rsid w:val="001F5382"/>
    <w:rsid w:val="001F6C92"/>
    <w:rsid w:val="001F6E9B"/>
    <w:rsid w:val="001F705E"/>
    <w:rsid w:val="001F73DF"/>
    <w:rsid w:val="001F765C"/>
    <w:rsid w:val="001F7AA1"/>
    <w:rsid w:val="00200ABC"/>
    <w:rsid w:val="00200CAB"/>
    <w:rsid w:val="0020143F"/>
    <w:rsid w:val="00201A8C"/>
    <w:rsid w:val="00202B33"/>
    <w:rsid w:val="00202E17"/>
    <w:rsid w:val="00203DFC"/>
    <w:rsid w:val="0020438F"/>
    <w:rsid w:val="00204842"/>
    <w:rsid w:val="00204D97"/>
    <w:rsid w:val="0020527F"/>
    <w:rsid w:val="00205A4B"/>
    <w:rsid w:val="00205D6D"/>
    <w:rsid w:val="0020639B"/>
    <w:rsid w:val="002064D5"/>
    <w:rsid w:val="0020679C"/>
    <w:rsid w:val="00206C12"/>
    <w:rsid w:val="00206CA0"/>
    <w:rsid w:val="00207FC4"/>
    <w:rsid w:val="00210F8C"/>
    <w:rsid w:val="002113B2"/>
    <w:rsid w:val="00211459"/>
    <w:rsid w:val="002118D4"/>
    <w:rsid w:val="002120E6"/>
    <w:rsid w:val="00212C76"/>
    <w:rsid w:val="00212CA1"/>
    <w:rsid w:val="002131D9"/>
    <w:rsid w:val="0021385D"/>
    <w:rsid w:val="0021410A"/>
    <w:rsid w:val="00214F88"/>
    <w:rsid w:val="00215324"/>
    <w:rsid w:val="0021547B"/>
    <w:rsid w:val="00215764"/>
    <w:rsid w:val="002157C2"/>
    <w:rsid w:val="00215CFA"/>
    <w:rsid w:val="00215D12"/>
    <w:rsid w:val="00215DC3"/>
    <w:rsid w:val="00216170"/>
    <w:rsid w:val="0021664D"/>
    <w:rsid w:val="00217403"/>
    <w:rsid w:val="0022057C"/>
    <w:rsid w:val="00220C50"/>
    <w:rsid w:val="00221561"/>
    <w:rsid w:val="00221775"/>
    <w:rsid w:val="0022186F"/>
    <w:rsid w:val="00221B10"/>
    <w:rsid w:val="00221D40"/>
    <w:rsid w:val="0022228A"/>
    <w:rsid w:val="00223579"/>
    <w:rsid w:val="00223924"/>
    <w:rsid w:val="0022410F"/>
    <w:rsid w:val="00224BF8"/>
    <w:rsid w:val="00225689"/>
    <w:rsid w:val="00225BBE"/>
    <w:rsid w:val="00225BE6"/>
    <w:rsid w:val="00225F13"/>
    <w:rsid w:val="002261EE"/>
    <w:rsid w:val="0022755C"/>
    <w:rsid w:val="00227E35"/>
    <w:rsid w:val="002300EA"/>
    <w:rsid w:val="00230718"/>
    <w:rsid w:val="002310CF"/>
    <w:rsid w:val="00231208"/>
    <w:rsid w:val="00231A97"/>
    <w:rsid w:val="00231B05"/>
    <w:rsid w:val="00231C3B"/>
    <w:rsid w:val="00231CD9"/>
    <w:rsid w:val="00231E57"/>
    <w:rsid w:val="00232720"/>
    <w:rsid w:val="00233845"/>
    <w:rsid w:val="00234028"/>
    <w:rsid w:val="002344C6"/>
    <w:rsid w:val="0023483C"/>
    <w:rsid w:val="00235BF8"/>
    <w:rsid w:val="00235E2B"/>
    <w:rsid w:val="002365AA"/>
    <w:rsid w:val="0023671E"/>
    <w:rsid w:val="00236EA3"/>
    <w:rsid w:val="00237C91"/>
    <w:rsid w:val="002407A1"/>
    <w:rsid w:val="00241B13"/>
    <w:rsid w:val="00242A1B"/>
    <w:rsid w:val="00242D64"/>
    <w:rsid w:val="00243131"/>
    <w:rsid w:val="00243A00"/>
    <w:rsid w:val="0024479D"/>
    <w:rsid w:val="002449B8"/>
    <w:rsid w:val="002455F9"/>
    <w:rsid w:val="002462C7"/>
    <w:rsid w:val="0024631E"/>
    <w:rsid w:val="00246552"/>
    <w:rsid w:val="00246851"/>
    <w:rsid w:val="0024692C"/>
    <w:rsid w:val="002475F2"/>
    <w:rsid w:val="00247B3E"/>
    <w:rsid w:val="00247BBD"/>
    <w:rsid w:val="00247F3B"/>
    <w:rsid w:val="002503D8"/>
    <w:rsid w:val="00250476"/>
    <w:rsid w:val="0025053F"/>
    <w:rsid w:val="00250689"/>
    <w:rsid w:val="0025088F"/>
    <w:rsid w:val="002510C8"/>
    <w:rsid w:val="0025179B"/>
    <w:rsid w:val="0025251A"/>
    <w:rsid w:val="00252C22"/>
    <w:rsid w:val="00252FA7"/>
    <w:rsid w:val="00253006"/>
    <w:rsid w:val="002536E7"/>
    <w:rsid w:val="00253C1F"/>
    <w:rsid w:val="00253CF2"/>
    <w:rsid w:val="002547B1"/>
    <w:rsid w:val="00254D05"/>
    <w:rsid w:val="0025638F"/>
    <w:rsid w:val="00256876"/>
    <w:rsid w:val="00260037"/>
    <w:rsid w:val="002605DB"/>
    <w:rsid w:val="0026108E"/>
    <w:rsid w:val="002610D3"/>
    <w:rsid w:val="0026188E"/>
    <w:rsid w:val="0026329C"/>
    <w:rsid w:val="002647C5"/>
    <w:rsid w:val="00264E7C"/>
    <w:rsid w:val="00264FC8"/>
    <w:rsid w:val="0026555B"/>
    <w:rsid w:val="00265B04"/>
    <w:rsid w:val="00265E0A"/>
    <w:rsid w:val="00266192"/>
    <w:rsid w:val="00266862"/>
    <w:rsid w:val="00266B5D"/>
    <w:rsid w:val="002715D7"/>
    <w:rsid w:val="00271B7E"/>
    <w:rsid w:val="00271DF7"/>
    <w:rsid w:val="00271FDF"/>
    <w:rsid w:val="00273B2C"/>
    <w:rsid w:val="00273F9B"/>
    <w:rsid w:val="002741C9"/>
    <w:rsid w:val="0027456A"/>
    <w:rsid w:val="0027479A"/>
    <w:rsid w:val="00274882"/>
    <w:rsid w:val="00274982"/>
    <w:rsid w:val="00274B15"/>
    <w:rsid w:val="00274BBA"/>
    <w:rsid w:val="00274D8B"/>
    <w:rsid w:val="00275852"/>
    <w:rsid w:val="00275AAB"/>
    <w:rsid w:val="00275AD1"/>
    <w:rsid w:val="00275C1E"/>
    <w:rsid w:val="0027610C"/>
    <w:rsid w:val="00277027"/>
    <w:rsid w:val="00277681"/>
    <w:rsid w:val="00277AD5"/>
    <w:rsid w:val="002807A7"/>
    <w:rsid w:val="00280BA7"/>
    <w:rsid w:val="00280E1B"/>
    <w:rsid w:val="00281A5D"/>
    <w:rsid w:val="00281BB7"/>
    <w:rsid w:val="002820CB"/>
    <w:rsid w:val="00282255"/>
    <w:rsid w:val="0028285B"/>
    <w:rsid w:val="00282905"/>
    <w:rsid w:val="002829BA"/>
    <w:rsid w:val="00282AF0"/>
    <w:rsid w:val="00282D78"/>
    <w:rsid w:val="00282F69"/>
    <w:rsid w:val="002834B1"/>
    <w:rsid w:val="00283653"/>
    <w:rsid w:val="002837B8"/>
    <w:rsid w:val="002838A0"/>
    <w:rsid w:val="0028475B"/>
    <w:rsid w:val="00285482"/>
    <w:rsid w:val="002854C9"/>
    <w:rsid w:val="0029006D"/>
    <w:rsid w:val="0029016B"/>
    <w:rsid w:val="00290F61"/>
    <w:rsid w:val="00291637"/>
    <w:rsid w:val="00291B0F"/>
    <w:rsid w:val="0029216C"/>
    <w:rsid w:val="00292549"/>
    <w:rsid w:val="00293095"/>
    <w:rsid w:val="00293C04"/>
    <w:rsid w:val="00294046"/>
    <w:rsid w:val="00295861"/>
    <w:rsid w:val="002967A3"/>
    <w:rsid w:val="0029682B"/>
    <w:rsid w:val="00297043"/>
    <w:rsid w:val="0029727E"/>
    <w:rsid w:val="00297873"/>
    <w:rsid w:val="002A0655"/>
    <w:rsid w:val="002A0C37"/>
    <w:rsid w:val="002A1172"/>
    <w:rsid w:val="002A2157"/>
    <w:rsid w:val="002A2489"/>
    <w:rsid w:val="002A2813"/>
    <w:rsid w:val="002A2FBF"/>
    <w:rsid w:val="002A402D"/>
    <w:rsid w:val="002A4372"/>
    <w:rsid w:val="002A47E8"/>
    <w:rsid w:val="002A49EC"/>
    <w:rsid w:val="002A550A"/>
    <w:rsid w:val="002A5F00"/>
    <w:rsid w:val="002A7413"/>
    <w:rsid w:val="002A742A"/>
    <w:rsid w:val="002A7BED"/>
    <w:rsid w:val="002B0034"/>
    <w:rsid w:val="002B0063"/>
    <w:rsid w:val="002B0609"/>
    <w:rsid w:val="002B0AC6"/>
    <w:rsid w:val="002B17A0"/>
    <w:rsid w:val="002B1A44"/>
    <w:rsid w:val="002B1B30"/>
    <w:rsid w:val="002B1E23"/>
    <w:rsid w:val="002B2429"/>
    <w:rsid w:val="002B3347"/>
    <w:rsid w:val="002B4642"/>
    <w:rsid w:val="002B4D94"/>
    <w:rsid w:val="002B5D89"/>
    <w:rsid w:val="002B6875"/>
    <w:rsid w:val="002B75F4"/>
    <w:rsid w:val="002B7EBB"/>
    <w:rsid w:val="002C0CFE"/>
    <w:rsid w:val="002C1522"/>
    <w:rsid w:val="002C1F6A"/>
    <w:rsid w:val="002C2C43"/>
    <w:rsid w:val="002C43B6"/>
    <w:rsid w:val="002C5399"/>
    <w:rsid w:val="002C56E7"/>
    <w:rsid w:val="002C62AB"/>
    <w:rsid w:val="002C6CC0"/>
    <w:rsid w:val="002C7BCC"/>
    <w:rsid w:val="002C7F34"/>
    <w:rsid w:val="002D05FC"/>
    <w:rsid w:val="002D1665"/>
    <w:rsid w:val="002D178A"/>
    <w:rsid w:val="002D2B83"/>
    <w:rsid w:val="002D36D9"/>
    <w:rsid w:val="002D3899"/>
    <w:rsid w:val="002D427A"/>
    <w:rsid w:val="002D4FCD"/>
    <w:rsid w:val="002D5138"/>
    <w:rsid w:val="002D56D2"/>
    <w:rsid w:val="002D572F"/>
    <w:rsid w:val="002D66B1"/>
    <w:rsid w:val="002D6867"/>
    <w:rsid w:val="002D6BD9"/>
    <w:rsid w:val="002D747B"/>
    <w:rsid w:val="002D74A3"/>
    <w:rsid w:val="002E002E"/>
    <w:rsid w:val="002E00EA"/>
    <w:rsid w:val="002E028B"/>
    <w:rsid w:val="002E0617"/>
    <w:rsid w:val="002E0795"/>
    <w:rsid w:val="002E1FF9"/>
    <w:rsid w:val="002E2632"/>
    <w:rsid w:val="002E40A3"/>
    <w:rsid w:val="002E4B47"/>
    <w:rsid w:val="002E584F"/>
    <w:rsid w:val="002E5B9B"/>
    <w:rsid w:val="002E5EFD"/>
    <w:rsid w:val="002E62AC"/>
    <w:rsid w:val="002E6380"/>
    <w:rsid w:val="002E7049"/>
    <w:rsid w:val="002E746C"/>
    <w:rsid w:val="002E7C5E"/>
    <w:rsid w:val="002F09FC"/>
    <w:rsid w:val="002F100A"/>
    <w:rsid w:val="002F223B"/>
    <w:rsid w:val="002F224C"/>
    <w:rsid w:val="002F3352"/>
    <w:rsid w:val="002F348E"/>
    <w:rsid w:val="002F37CE"/>
    <w:rsid w:val="002F53D7"/>
    <w:rsid w:val="002F59AC"/>
    <w:rsid w:val="002F5F2F"/>
    <w:rsid w:val="002F65B1"/>
    <w:rsid w:val="002F7916"/>
    <w:rsid w:val="0030037F"/>
    <w:rsid w:val="0030053D"/>
    <w:rsid w:val="003007B0"/>
    <w:rsid w:val="00301418"/>
    <w:rsid w:val="00301DD9"/>
    <w:rsid w:val="0030268B"/>
    <w:rsid w:val="00302D78"/>
    <w:rsid w:val="003044D6"/>
    <w:rsid w:val="00304EFD"/>
    <w:rsid w:val="00305578"/>
    <w:rsid w:val="00306142"/>
    <w:rsid w:val="00306799"/>
    <w:rsid w:val="00306A61"/>
    <w:rsid w:val="003106CF"/>
    <w:rsid w:val="00311A64"/>
    <w:rsid w:val="0031200B"/>
    <w:rsid w:val="003120D1"/>
    <w:rsid w:val="00312571"/>
    <w:rsid w:val="00312954"/>
    <w:rsid w:val="00313DAE"/>
    <w:rsid w:val="00313E1A"/>
    <w:rsid w:val="00313FD7"/>
    <w:rsid w:val="0031411D"/>
    <w:rsid w:val="00314FBC"/>
    <w:rsid w:val="003152E3"/>
    <w:rsid w:val="0031550E"/>
    <w:rsid w:val="0031581C"/>
    <w:rsid w:val="003158CA"/>
    <w:rsid w:val="00315D37"/>
    <w:rsid w:val="00316048"/>
    <w:rsid w:val="00316158"/>
    <w:rsid w:val="00316603"/>
    <w:rsid w:val="003166D8"/>
    <w:rsid w:val="00316886"/>
    <w:rsid w:val="00316B6A"/>
    <w:rsid w:val="00316F15"/>
    <w:rsid w:val="00317066"/>
    <w:rsid w:val="00320822"/>
    <w:rsid w:val="0032120B"/>
    <w:rsid w:val="00321E5E"/>
    <w:rsid w:val="003225E1"/>
    <w:rsid w:val="003234C6"/>
    <w:rsid w:val="00323EFF"/>
    <w:rsid w:val="00324ECA"/>
    <w:rsid w:val="0032516E"/>
    <w:rsid w:val="00325325"/>
    <w:rsid w:val="00325469"/>
    <w:rsid w:val="00325B0D"/>
    <w:rsid w:val="00325E7F"/>
    <w:rsid w:val="003260A1"/>
    <w:rsid w:val="003260BB"/>
    <w:rsid w:val="003267FF"/>
    <w:rsid w:val="00326EAA"/>
    <w:rsid w:val="00327082"/>
    <w:rsid w:val="0032797A"/>
    <w:rsid w:val="0032799E"/>
    <w:rsid w:val="00327F12"/>
    <w:rsid w:val="003328DF"/>
    <w:rsid w:val="003334BC"/>
    <w:rsid w:val="00333532"/>
    <w:rsid w:val="00333B74"/>
    <w:rsid w:val="00333DFC"/>
    <w:rsid w:val="003346DF"/>
    <w:rsid w:val="0033474C"/>
    <w:rsid w:val="00334A71"/>
    <w:rsid w:val="00334AB1"/>
    <w:rsid w:val="00335123"/>
    <w:rsid w:val="00335140"/>
    <w:rsid w:val="00335687"/>
    <w:rsid w:val="00335D49"/>
    <w:rsid w:val="00336DF1"/>
    <w:rsid w:val="00337FEB"/>
    <w:rsid w:val="00340CA2"/>
    <w:rsid w:val="003411D4"/>
    <w:rsid w:val="00341C83"/>
    <w:rsid w:val="0034294E"/>
    <w:rsid w:val="003438C4"/>
    <w:rsid w:val="00343EC0"/>
    <w:rsid w:val="00343F05"/>
    <w:rsid w:val="00344BFC"/>
    <w:rsid w:val="00345168"/>
    <w:rsid w:val="00345F43"/>
    <w:rsid w:val="003462B5"/>
    <w:rsid w:val="003465E6"/>
    <w:rsid w:val="00347294"/>
    <w:rsid w:val="003474F5"/>
    <w:rsid w:val="00347E2D"/>
    <w:rsid w:val="00351006"/>
    <w:rsid w:val="00351948"/>
    <w:rsid w:val="003519A7"/>
    <w:rsid w:val="00351E17"/>
    <w:rsid w:val="00351F3D"/>
    <w:rsid w:val="00351F75"/>
    <w:rsid w:val="00352028"/>
    <w:rsid w:val="003525CE"/>
    <w:rsid w:val="003538BB"/>
    <w:rsid w:val="0035461A"/>
    <w:rsid w:val="003554F8"/>
    <w:rsid w:val="003569E7"/>
    <w:rsid w:val="00356F18"/>
    <w:rsid w:val="0035704B"/>
    <w:rsid w:val="003606F6"/>
    <w:rsid w:val="003609D1"/>
    <w:rsid w:val="00360D51"/>
    <w:rsid w:val="00360FCA"/>
    <w:rsid w:val="00361090"/>
    <w:rsid w:val="003610FF"/>
    <w:rsid w:val="0036133A"/>
    <w:rsid w:val="00362825"/>
    <w:rsid w:val="00362F4F"/>
    <w:rsid w:val="0036359C"/>
    <w:rsid w:val="00363B2B"/>
    <w:rsid w:val="0036401A"/>
    <w:rsid w:val="003643E2"/>
    <w:rsid w:val="00364759"/>
    <w:rsid w:val="00364ECF"/>
    <w:rsid w:val="00364FB4"/>
    <w:rsid w:val="00365FAB"/>
    <w:rsid w:val="003661BC"/>
    <w:rsid w:val="003661FE"/>
    <w:rsid w:val="003679EA"/>
    <w:rsid w:val="003702F0"/>
    <w:rsid w:val="003704D5"/>
    <w:rsid w:val="00370567"/>
    <w:rsid w:val="003707FC"/>
    <w:rsid w:val="0037086A"/>
    <w:rsid w:val="00370FF7"/>
    <w:rsid w:val="00371071"/>
    <w:rsid w:val="0037108E"/>
    <w:rsid w:val="00371C8F"/>
    <w:rsid w:val="00372C0D"/>
    <w:rsid w:val="00372E2A"/>
    <w:rsid w:val="003736B3"/>
    <w:rsid w:val="00373748"/>
    <w:rsid w:val="00373BF0"/>
    <w:rsid w:val="00374007"/>
    <w:rsid w:val="0037419D"/>
    <w:rsid w:val="0037422C"/>
    <w:rsid w:val="00374494"/>
    <w:rsid w:val="003746F2"/>
    <w:rsid w:val="00374A80"/>
    <w:rsid w:val="00375E31"/>
    <w:rsid w:val="0037678D"/>
    <w:rsid w:val="00376C34"/>
    <w:rsid w:val="00376C7A"/>
    <w:rsid w:val="003771AD"/>
    <w:rsid w:val="003775DF"/>
    <w:rsid w:val="00377C8D"/>
    <w:rsid w:val="00377DED"/>
    <w:rsid w:val="003807CB"/>
    <w:rsid w:val="003809D8"/>
    <w:rsid w:val="0038115C"/>
    <w:rsid w:val="0038262C"/>
    <w:rsid w:val="003835E1"/>
    <w:rsid w:val="00383DD3"/>
    <w:rsid w:val="00383DE1"/>
    <w:rsid w:val="00384359"/>
    <w:rsid w:val="00385017"/>
    <w:rsid w:val="0038551A"/>
    <w:rsid w:val="0038556E"/>
    <w:rsid w:val="00385BDC"/>
    <w:rsid w:val="00385FE6"/>
    <w:rsid w:val="00386413"/>
    <w:rsid w:val="00386C75"/>
    <w:rsid w:val="00386E19"/>
    <w:rsid w:val="00386E3D"/>
    <w:rsid w:val="00387400"/>
    <w:rsid w:val="0038761A"/>
    <w:rsid w:val="0038766B"/>
    <w:rsid w:val="00390216"/>
    <w:rsid w:val="00391413"/>
    <w:rsid w:val="003914FE"/>
    <w:rsid w:val="00391960"/>
    <w:rsid w:val="0039339C"/>
    <w:rsid w:val="0039360C"/>
    <w:rsid w:val="00393691"/>
    <w:rsid w:val="0039380F"/>
    <w:rsid w:val="003958D2"/>
    <w:rsid w:val="003959A3"/>
    <w:rsid w:val="00395B25"/>
    <w:rsid w:val="003960A7"/>
    <w:rsid w:val="003967D7"/>
    <w:rsid w:val="00396AE0"/>
    <w:rsid w:val="0039716A"/>
    <w:rsid w:val="00397496"/>
    <w:rsid w:val="003974AE"/>
    <w:rsid w:val="00397C53"/>
    <w:rsid w:val="00397D72"/>
    <w:rsid w:val="003A02C3"/>
    <w:rsid w:val="003A0392"/>
    <w:rsid w:val="003A150E"/>
    <w:rsid w:val="003A19B3"/>
    <w:rsid w:val="003A1A34"/>
    <w:rsid w:val="003A1EDA"/>
    <w:rsid w:val="003A287E"/>
    <w:rsid w:val="003A2D7F"/>
    <w:rsid w:val="003A2DDB"/>
    <w:rsid w:val="003A35E7"/>
    <w:rsid w:val="003A3733"/>
    <w:rsid w:val="003A40E9"/>
    <w:rsid w:val="003A4A66"/>
    <w:rsid w:val="003A50DB"/>
    <w:rsid w:val="003A71B2"/>
    <w:rsid w:val="003A71B4"/>
    <w:rsid w:val="003A7281"/>
    <w:rsid w:val="003A78AA"/>
    <w:rsid w:val="003B14C0"/>
    <w:rsid w:val="003B1AB4"/>
    <w:rsid w:val="003B32AE"/>
    <w:rsid w:val="003B4A85"/>
    <w:rsid w:val="003B4B8F"/>
    <w:rsid w:val="003B5473"/>
    <w:rsid w:val="003B55D3"/>
    <w:rsid w:val="003B5653"/>
    <w:rsid w:val="003B56FE"/>
    <w:rsid w:val="003B57B3"/>
    <w:rsid w:val="003B58A1"/>
    <w:rsid w:val="003B60AB"/>
    <w:rsid w:val="003B6849"/>
    <w:rsid w:val="003B7DE2"/>
    <w:rsid w:val="003C0089"/>
    <w:rsid w:val="003C0D0C"/>
    <w:rsid w:val="003C1418"/>
    <w:rsid w:val="003C1751"/>
    <w:rsid w:val="003C1F71"/>
    <w:rsid w:val="003C2C49"/>
    <w:rsid w:val="003C2F6D"/>
    <w:rsid w:val="003C3339"/>
    <w:rsid w:val="003C3801"/>
    <w:rsid w:val="003C5296"/>
    <w:rsid w:val="003C58A2"/>
    <w:rsid w:val="003C5FBE"/>
    <w:rsid w:val="003C7167"/>
    <w:rsid w:val="003C7688"/>
    <w:rsid w:val="003C79C2"/>
    <w:rsid w:val="003C7C6D"/>
    <w:rsid w:val="003D013A"/>
    <w:rsid w:val="003D0F0C"/>
    <w:rsid w:val="003D22DC"/>
    <w:rsid w:val="003D28CC"/>
    <w:rsid w:val="003D312F"/>
    <w:rsid w:val="003D3F2A"/>
    <w:rsid w:val="003D458D"/>
    <w:rsid w:val="003D531C"/>
    <w:rsid w:val="003D5384"/>
    <w:rsid w:val="003D653F"/>
    <w:rsid w:val="003D7D5D"/>
    <w:rsid w:val="003D7EAC"/>
    <w:rsid w:val="003E0760"/>
    <w:rsid w:val="003E0832"/>
    <w:rsid w:val="003E0FD4"/>
    <w:rsid w:val="003E177B"/>
    <w:rsid w:val="003E1A4E"/>
    <w:rsid w:val="003E2198"/>
    <w:rsid w:val="003E2BA7"/>
    <w:rsid w:val="003E305C"/>
    <w:rsid w:val="003E33E0"/>
    <w:rsid w:val="003E3C09"/>
    <w:rsid w:val="003E40D3"/>
    <w:rsid w:val="003E4451"/>
    <w:rsid w:val="003E44B1"/>
    <w:rsid w:val="003E4B56"/>
    <w:rsid w:val="003E4D45"/>
    <w:rsid w:val="003E54CC"/>
    <w:rsid w:val="003E5751"/>
    <w:rsid w:val="003E5B22"/>
    <w:rsid w:val="003E5D4E"/>
    <w:rsid w:val="003E5FB4"/>
    <w:rsid w:val="003E6406"/>
    <w:rsid w:val="003E6923"/>
    <w:rsid w:val="003E7065"/>
    <w:rsid w:val="003E7952"/>
    <w:rsid w:val="003F0A98"/>
    <w:rsid w:val="003F0EDE"/>
    <w:rsid w:val="003F10D0"/>
    <w:rsid w:val="003F1204"/>
    <w:rsid w:val="003F1B63"/>
    <w:rsid w:val="003F2434"/>
    <w:rsid w:val="003F2630"/>
    <w:rsid w:val="003F2745"/>
    <w:rsid w:val="003F27E8"/>
    <w:rsid w:val="003F3444"/>
    <w:rsid w:val="003F44DD"/>
    <w:rsid w:val="003F4D1C"/>
    <w:rsid w:val="003F5558"/>
    <w:rsid w:val="003F6988"/>
    <w:rsid w:val="003F6D10"/>
    <w:rsid w:val="003F6F92"/>
    <w:rsid w:val="003F7BF6"/>
    <w:rsid w:val="003F7DB9"/>
    <w:rsid w:val="003F7FE6"/>
    <w:rsid w:val="00400397"/>
    <w:rsid w:val="00400A77"/>
    <w:rsid w:val="00400B48"/>
    <w:rsid w:val="00400DE4"/>
    <w:rsid w:val="00401AE0"/>
    <w:rsid w:val="00401B15"/>
    <w:rsid w:val="00401E61"/>
    <w:rsid w:val="004024D8"/>
    <w:rsid w:val="0040297E"/>
    <w:rsid w:val="00402BA9"/>
    <w:rsid w:val="00403188"/>
    <w:rsid w:val="004031EA"/>
    <w:rsid w:val="004037A5"/>
    <w:rsid w:val="00405075"/>
    <w:rsid w:val="00405E7D"/>
    <w:rsid w:val="0041044C"/>
    <w:rsid w:val="004104AA"/>
    <w:rsid w:val="004104F3"/>
    <w:rsid w:val="00410E2F"/>
    <w:rsid w:val="0041111A"/>
    <w:rsid w:val="00411BA4"/>
    <w:rsid w:val="00411C19"/>
    <w:rsid w:val="004126A9"/>
    <w:rsid w:val="00412AC1"/>
    <w:rsid w:val="00412EF3"/>
    <w:rsid w:val="00413014"/>
    <w:rsid w:val="00413A22"/>
    <w:rsid w:val="00413BA9"/>
    <w:rsid w:val="00414032"/>
    <w:rsid w:val="00414EB0"/>
    <w:rsid w:val="0041601E"/>
    <w:rsid w:val="004161EF"/>
    <w:rsid w:val="00416DBD"/>
    <w:rsid w:val="0041720D"/>
    <w:rsid w:val="0041751D"/>
    <w:rsid w:val="004203E0"/>
    <w:rsid w:val="004206D8"/>
    <w:rsid w:val="00421CE9"/>
    <w:rsid w:val="00421F0D"/>
    <w:rsid w:val="00422A54"/>
    <w:rsid w:val="004231E7"/>
    <w:rsid w:val="004232BF"/>
    <w:rsid w:val="00423328"/>
    <w:rsid w:val="00423508"/>
    <w:rsid w:val="00425611"/>
    <w:rsid w:val="004258B7"/>
    <w:rsid w:val="00425E63"/>
    <w:rsid w:val="00425ED0"/>
    <w:rsid w:val="00426B34"/>
    <w:rsid w:val="00427E26"/>
    <w:rsid w:val="00430547"/>
    <w:rsid w:val="0043323E"/>
    <w:rsid w:val="004335FF"/>
    <w:rsid w:val="0043369C"/>
    <w:rsid w:val="00433BDE"/>
    <w:rsid w:val="004342EF"/>
    <w:rsid w:val="0043434C"/>
    <w:rsid w:val="00434FE2"/>
    <w:rsid w:val="004359C9"/>
    <w:rsid w:val="004362A4"/>
    <w:rsid w:val="00436923"/>
    <w:rsid w:val="00436AF6"/>
    <w:rsid w:val="00440704"/>
    <w:rsid w:val="00443837"/>
    <w:rsid w:val="00444024"/>
    <w:rsid w:val="004445E2"/>
    <w:rsid w:val="004446E2"/>
    <w:rsid w:val="0044527A"/>
    <w:rsid w:val="004457FB"/>
    <w:rsid w:val="00445EA1"/>
    <w:rsid w:val="004460EE"/>
    <w:rsid w:val="00446199"/>
    <w:rsid w:val="0044673A"/>
    <w:rsid w:val="00446B2F"/>
    <w:rsid w:val="00446D5F"/>
    <w:rsid w:val="004475E8"/>
    <w:rsid w:val="00451A0E"/>
    <w:rsid w:val="004525C9"/>
    <w:rsid w:val="0045268B"/>
    <w:rsid w:val="0045373C"/>
    <w:rsid w:val="00453EF3"/>
    <w:rsid w:val="00455860"/>
    <w:rsid w:val="00455B3F"/>
    <w:rsid w:val="00455BCA"/>
    <w:rsid w:val="00456486"/>
    <w:rsid w:val="00457A10"/>
    <w:rsid w:val="00457D40"/>
    <w:rsid w:val="00460329"/>
    <w:rsid w:val="004613F0"/>
    <w:rsid w:val="00461F1C"/>
    <w:rsid w:val="00462804"/>
    <w:rsid w:val="0046347B"/>
    <w:rsid w:val="00465606"/>
    <w:rsid w:val="00465D7D"/>
    <w:rsid w:val="004661AF"/>
    <w:rsid w:val="0046701D"/>
    <w:rsid w:val="00467999"/>
    <w:rsid w:val="004705B5"/>
    <w:rsid w:val="00471097"/>
    <w:rsid w:val="00471946"/>
    <w:rsid w:val="00473860"/>
    <w:rsid w:val="004742B8"/>
    <w:rsid w:val="004742C2"/>
    <w:rsid w:val="0047467F"/>
    <w:rsid w:val="004759AB"/>
    <w:rsid w:val="00476118"/>
    <w:rsid w:val="004762DE"/>
    <w:rsid w:val="004770EA"/>
    <w:rsid w:val="00477189"/>
    <w:rsid w:val="00477250"/>
    <w:rsid w:val="00477456"/>
    <w:rsid w:val="00477CDE"/>
    <w:rsid w:val="00480ACF"/>
    <w:rsid w:val="00481148"/>
    <w:rsid w:val="004823BF"/>
    <w:rsid w:val="004828FF"/>
    <w:rsid w:val="0048345A"/>
    <w:rsid w:val="00484009"/>
    <w:rsid w:val="0048516F"/>
    <w:rsid w:val="00485DCF"/>
    <w:rsid w:val="00485E4F"/>
    <w:rsid w:val="0048783D"/>
    <w:rsid w:val="0048796C"/>
    <w:rsid w:val="00490A59"/>
    <w:rsid w:val="00490B37"/>
    <w:rsid w:val="00491791"/>
    <w:rsid w:val="0049180B"/>
    <w:rsid w:val="004918D2"/>
    <w:rsid w:val="00491BE3"/>
    <w:rsid w:val="00492421"/>
    <w:rsid w:val="0049279E"/>
    <w:rsid w:val="00493003"/>
    <w:rsid w:val="0049301F"/>
    <w:rsid w:val="0049327E"/>
    <w:rsid w:val="004939B3"/>
    <w:rsid w:val="0049587C"/>
    <w:rsid w:val="00495BDF"/>
    <w:rsid w:val="00496278"/>
    <w:rsid w:val="00496E18"/>
    <w:rsid w:val="004972A1"/>
    <w:rsid w:val="004A0BFE"/>
    <w:rsid w:val="004A23FF"/>
    <w:rsid w:val="004A2665"/>
    <w:rsid w:val="004A2C59"/>
    <w:rsid w:val="004A3848"/>
    <w:rsid w:val="004A471B"/>
    <w:rsid w:val="004A67FD"/>
    <w:rsid w:val="004A71C8"/>
    <w:rsid w:val="004A7455"/>
    <w:rsid w:val="004A747F"/>
    <w:rsid w:val="004A7A26"/>
    <w:rsid w:val="004B0344"/>
    <w:rsid w:val="004B0D6E"/>
    <w:rsid w:val="004B1261"/>
    <w:rsid w:val="004B2793"/>
    <w:rsid w:val="004B27A9"/>
    <w:rsid w:val="004B2E67"/>
    <w:rsid w:val="004B3BE2"/>
    <w:rsid w:val="004B41B8"/>
    <w:rsid w:val="004B4EBE"/>
    <w:rsid w:val="004B4F89"/>
    <w:rsid w:val="004B5A0D"/>
    <w:rsid w:val="004B5F81"/>
    <w:rsid w:val="004B61C6"/>
    <w:rsid w:val="004B62D8"/>
    <w:rsid w:val="004B6906"/>
    <w:rsid w:val="004B6FFD"/>
    <w:rsid w:val="004C0887"/>
    <w:rsid w:val="004C0A54"/>
    <w:rsid w:val="004C0CCC"/>
    <w:rsid w:val="004C1824"/>
    <w:rsid w:val="004C1C41"/>
    <w:rsid w:val="004C1E3E"/>
    <w:rsid w:val="004C2C55"/>
    <w:rsid w:val="004C2D9C"/>
    <w:rsid w:val="004C316D"/>
    <w:rsid w:val="004C3452"/>
    <w:rsid w:val="004C3480"/>
    <w:rsid w:val="004C34B0"/>
    <w:rsid w:val="004C34CD"/>
    <w:rsid w:val="004C42E3"/>
    <w:rsid w:val="004C4703"/>
    <w:rsid w:val="004C4D27"/>
    <w:rsid w:val="004C4E3A"/>
    <w:rsid w:val="004C5423"/>
    <w:rsid w:val="004C629F"/>
    <w:rsid w:val="004C648B"/>
    <w:rsid w:val="004C746C"/>
    <w:rsid w:val="004C78FE"/>
    <w:rsid w:val="004D0ED8"/>
    <w:rsid w:val="004D0F13"/>
    <w:rsid w:val="004D1896"/>
    <w:rsid w:val="004D315C"/>
    <w:rsid w:val="004D33C7"/>
    <w:rsid w:val="004D3FAD"/>
    <w:rsid w:val="004D4280"/>
    <w:rsid w:val="004D5188"/>
    <w:rsid w:val="004D5621"/>
    <w:rsid w:val="004D5BA5"/>
    <w:rsid w:val="004D61CE"/>
    <w:rsid w:val="004D6311"/>
    <w:rsid w:val="004D6590"/>
    <w:rsid w:val="004D69DD"/>
    <w:rsid w:val="004D6A88"/>
    <w:rsid w:val="004D7483"/>
    <w:rsid w:val="004D74B7"/>
    <w:rsid w:val="004E0198"/>
    <w:rsid w:val="004E16B2"/>
    <w:rsid w:val="004E1B13"/>
    <w:rsid w:val="004E22DF"/>
    <w:rsid w:val="004E2609"/>
    <w:rsid w:val="004E2C9E"/>
    <w:rsid w:val="004E30B2"/>
    <w:rsid w:val="004E382B"/>
    <w:rsid w:val="004E3BC4"/>
    <w:rsid w:val="004E4A3D"/>
    <w:rsid w:val="004E5A6C"/>
    <w:rsid w:val="004E5E20"/>
    <w:rsid w:val="004E5FA4"/>
    <w:rsid w:val="004E6A63"/>
    <w:rsid w:val="004F023D"/>
    <w:rsid w:val="004F0459"/>
    <w:rsid w:val="004F0809"/>
    <w:rsid w:val="004F0D93"/>
    <w:rsid w:val="004F1732"/>
    <w:rsid w:val="004F1A9B"/>
    <w:rsid w:val="004F1E21"/>
    <w:rsid w:val="004F3DDF"/>
    <w:rsid w:val="004F4233"/>
    <w:rsid w:val="004F424F"/>
    <w:rsid w:val="004F4966"/>
    <w:rsid w:val="004F59A2"/>
    <w:rsid w:val="004F5CA9"/>
    <w:rsid w:val="00501B52"/>
    <w:rsid w:val="00501ED5"/>
    <w:rsid w:val="00501FDE"/>
    <w:rsid w:val="00502247"/>
    <w:rsid w:val="00502BE9"/>
    <w:rsid w:val="005034B7"/>
    <w:rsid w:val="005035CD"/>
    <w:rsid w:val="00504C96"/>
    <w:rsid w:val="0050519B"/>
    <w:rsid w:val="00505333"/>
    <w:rsid w:val="0050543E"/>
    <w:rsid w:val="00505637"/>
    <w:rsid w:val="00505907"/>
    <w:rsid w:val="0051011D"/>
    <w:rsid w:val="005101B7"/>
    <w:rsid w:val="005106CB"/>
    <w:rsid w:val="005117B4"/>
    <w:rsid w:val="00511CCD"/>
    <w:rsid w:val="00512ADD"/>
    <w:rsid w:val="00512C0B"/>
    <w:rsid w:val="005146A9"/>
    <w:rsid w:val="00514C5E"/>
    <w:rsid w:val="00515F0C"/>
    <w:rsid w:val="005160A3"/>
    <w:rsid w:val="00516487"/>
    <w:rsid w:val="00516B40"/>
    <w:rsid w:val="00520515"/>
    <w:rsid w:val="00520E49"/>
    <w:rsid w:val="005211A5"/>
    <w:rsid w:val="0052129B"/>
    <w:rsid w:val="00521F2D"/>
    <w:rsid w:val="005236D0"/>
    <w:rsid w:val="00524855"/>
    <w:rsid w:val="00524E0B"/>
    <w:rsid w:val="0052511E"/>
    <w:rsid w:val="005253A1"/>
    <w:rsid w:val="005256CC"/>
    <w:rsid w:val="005259A5"/>
    <w:rsid w:val="00525CA3"/>
    <w:rsid w:val="00525E92"/>
    <w:rsid w:val="005276A7"/>
    <w:rsid w:val="00527B34"/>
    <w:rsid w:val="00527BAD"/>
    <w:rsid w:val="00527D58"/>
    <w:rsid w:val="0053018D"/>
    <w:rsid w:val="005305C0"/>
    <w:rsid w:val="00530AF1"/>
    <w:rsid w:val="00530FA8"/>
    <w:rsid w:val="00531419"/>
    <w:rsid w:val="00531796"/>
    <w:rsid w:val="00531EC0"/>
    <w:rsid w:val="005321EF"/>
    <w:rsid w:val="0053279C"/>
    <w:rsid w:val="00532E7D"/>
    <w:rsid w:val="00532F72"/>
    <w:rsid w:val="005334DD"/>
    <w:rsid w:val="005336E7"/>
    <w:rsid w:val="00533A64"/>
    <w:rsid w:val="005341B0"/>
    <w:rsid w:val="0053541F"/>
    <w:rsid w:val="00535BF8"/>
    <w:rsid w:val="005368F2"/>
    <w:rsid w:val="005378C1"/>
    <w:rsid w:val="00537B98"/>
    <w:rsid w:val="00537EAE"/>
    <w:rsid w:val="0054002C"/>
    <w:rsid w:val="0054017E"/>
    <w:rsid w:val="00540261"/>
    <w:rsid w:val="00540545"/>
    <w:rsid w:val="00540950"/>
    <w:rsid w:val="005413A0"/>
    <w:rsid w:val="005418F2"/>
    <w:rsid w:val="00541A16"/>
    <w:rsid w:val="0054201C"/>
    <w:rsid w:val="005428C9"/>
    <w:rsid w:val="00542B0B"/>
    <w:rsid w:val="005432B8"/>
    <w:rsid w:val="00543AE5"/>
    <w:rsid w:val="00544700"/>
    <w:rsid w:val="00544854"/>
    <w:rsid w:val="0054733B"/>
    <w:rsid w:val="005476FC"/>
    <w:rsid w:val="00550123"/>
    <w:rsid w:val="0055098B"/>
    <w:rsid w:val="005513AC"/>
    <w:rsid w:val="00551BD6"/>
    <w:rsid w:val="005530A8"/>
    <w:rsid w:val="00554134"/>
    <w:rsid w:val="00555B17"/>
    <w:rsid w:val="0055637C"/>
    <w:rsid w:val="005575D7"/>
    <w:rsid w:val="00557947"/>
    <w:rsid w:val="00557F16"/>
    <w:rsid w:val="00557FAC"/>
    <w:rsid w:val="005604AA"/>
    <w:rsid w:val="0056069C"/>
    <w:rsid w:val="00560C76"/>
    <w:rsid w:val="00560E67"/>
    <w:rsid w:val="0056143A"/>
    <w:rsid w:val="005614B5"/>
    <w:rsid w:val="0056173A"/>
    <w:rsid w:val="00562BF6"/>
    <w:rsid w:val="00562DEF"/>
    <w:rsid w:val="00563BA1"/>
    <w:rsid w:val="00564962"/>
    <w:rsid w:val="00565A9A"/>
    <w:rsid w:val="0056635B"/>
    <w:rsid w:val="00566427"/>
    <w:rsid w:val="00570A51"/>
    <w:rsid w:val="00570AF1"/>
    <w:rsid w:val="00571337"/>
    <w:rsid w:val="00571863"/>
    <w:rsid w:val="00571BDA"/>
    <w:rsid w:val="005720ED"/>
    <w:rsid w:val="005723D4"/>
    <w:rsid w:val="005728BF"/>
    <w:rsid w:val="00572FDB"/>
    <w:rsid w:val="00573497"/>
    <w:rsid w:val="00573813"/>
    <w:rsid w:val="005738B0"/>
    <w:rsid w:val="005742AD"/>
    <w:rsid w:val="005749C0"/>
    <w:rsid w:val="00574FCF"/>
    <w:rsid w:val="00575003"/>
    <w:rsid w:val="005750B0"/>
    <w:rsid w:val="00575C4D"/>
    <w:rsid w:val="00575CC4"/>
    <w:rsid w:val="005760CB"/>
    <w:rsid w:val="00576BFC"/>
    <w:rsid w:val="005772D9"/>
    <w:rsid w:val="005773B5"/>
    <w:rsid w:val="005776D5"/>
    <w:rsid w:val="00577F7C"/>
    <w:rsid w:val="00580945"/>
    <w:rsid w:val="005811DB"/>
    <w:rsid w:val="0058197B"/>
    <w:rsid w:val="00581C7B"/>
    <w:rsid w:val="005822D4"/>
    <w:rsid w:val="00582402"/>
    <w:rsid w:val="00582896"/>
    <w:rsid w:val="00583178"/>
    <w:rsid w:val="00584293"/>
    <w:rsid w:val="00584362"/>
    <w:rsid w:val="00584380"/>
    <w:rsid w:val="00584659"/>
    <w:rsid w:val="0058508A"/>
    <w:rsid w:val="00585B7C"/>
    <w:rsid w:val="00586B47"/>
    <w:rsid w:val="00586C53"/>
    <w:rsid w:val="00587145"/>
    <w:rsid w:val="005875CB"/>
    <w:rsid w:val="00587679"/>
    <w:rsid w:val="00587931"/>
    <w:rsid w:val="005901E0"/>
    <w:rsid w:val="00590BE7"/>
    <w:rsid w:val="005919B4"/>
    <w:rsid w:val="0059278B"/>
    <w:rsid w:val="00593E24"/>
    <w:rsid w:val="00593E50"/>
    <w:rsid w:val="00594870"/>
    <w:rsid w:val="00594C0F"/>
    <w:rsid w:val="00594EC2"/>
    <w:rsid w:val="00595143"/>
    <w:rsid w:val="00595D48"/>
    <w:rsid w:val="005963FB"/>
    <w:rsid w:val="005969E5"/>
    <w:rsid w:val="00596B28"/>
    <w:rsid w:val="00596B39"/>
    <w:rsid w:val="00596EF0"/>
    <w:rsid w:val="005975A4"/>
    <w:rsid w:val="00597676"/>
    <w:rsid w:val="00597ECA"/>
    <w:rsid w:val="005A03CF"/>
    <w:rsid w:val="005A0A34"/>
    <w:rsid w:val="005A0A4A"/>
    <w:rsid w:val="005A128A"/>
    <w:rsid w:val="005A15F8"/>
    <w:rsid w:val="005A1811"/>
    <w:rsid w:val="005A1F4A"/>
    <w:rsid w:val="005A1FBB"/>
    <w:rsid w:val="005A2BE9"/>
    <w:rsid w:val="005A3158"/>
    <w:rsid w:val="005A42EE"/>
    <w:rsid w:val="005A4514"/>
    <w:rsid w:val="005A5371"/>
    <w:rsid w:val="005A54BC"/>
    <w:rsid w:val="005A5722"/>
    <w:rsid w:val="005A59B0"/>
    <w:rsid w:val="005A6A76"/>
    <w:rsid w:val="005A6B31"/>
    <w:rsid w:val="005A7DD9"/>
    <w:rsid w:val="005A7DF0"/>
    <w:rsid w:val="005B1334"/>
    <w:rsid w:val="005B15B0"/>
    <w:rsid w:val="005B178C"/>
    <w:rsid w:val="005B1E22"/>
    <w:rsid w:val="005B1EFB"/>
    <w:rsid w:val="005B22D6"/>
    <w:rsid w:val="005B30FD"/>
    <w:rsid w:val="005B34A0"/>
    <w:rsid w:val="005B379F"/>
    <w:rsid w:val="005B3D48"/>
    <w:rsid w:val="005B43FF"/>
    <w:rsid w:val="005B4599"/>
    <w:rsid w:val="005B45F9"/>
    <w:rsid w:val="005B4C73"/>
    <w:rsid w:val="005B5AD5"/>
    <w:rsid w:val="005B5B6A"/>
    <w:rsid w:val="005B5D09"/>
    <w:rsid w:val="005B63BC"/>
    <w:rsid w:val="005B6E8B"/>
    <w:rsid w:val="005B771F"/>
    <w:rsid w:val="005B7C27"/>
    <w:rsid w:val="005B7E4E"/>
    <w:rsid w:val="005C2AAF"/>
    <w:rsid w:val="005C2BCF"/>
    <w:rsid w:val="005C2FA0"/>
    <w:rsid w:val="005C36E6"/>
    <w:rsid w:val="005C3CBC"/>
    <w:rsid w:val="005C4443"/>
    <w:rsid w:val="005C4CF4"/>
    <w:rsid w:val="005C4F0E"/>
    <w:rsid w:val="005C5767"/>
    <w:rsid w:val="005C5C67"/>
    <w:rsid w:val="005C5F18"/>
    <w:rsid w:val="005C6031"/>
    <w:rsid w:val="005C7196"/>
    <w:rsid w:val="005D0CB7"/>
    <w:rsid w:val="005D11B2"/>
    <w:rsid w:val="005D26C3"/>
    <w:rsid w:val="005D2A3C"/>
    <w:rsid w:val="005D32AD"/>
    <w:rsid w:val="005D37D8"/>
    <w:rsid w:val="005D494A"/>
    <w:rsid w:val="005D4D4C"/>
    <w:rsid w:val="005D578A"/>
    <w:rsid w:val="005D5D92"/>
    <w:rsid w:val="005D5E19"/>
    <w:rsid w:val="005D602E"/>
    <w:rsid w:val="005D6394"/>
    <w:rsid w:val="005D6C38"/>
    <w:rsid w:val="005E0220"/>
    <w:rsid w:val="005E02E7"/>
    <w:rsid w:val="005E0760"/>
    <w:rsid w:val="005E0E0E"/>
    <w:rsid w:val="005E1154"/>
    <w:rsid w:val="005E120A"/>
    <w:rsid w:val="005E30E9"/>
    <w:rsid w:val="005E41F7"/>
    <w:rsid w:val="005E4588"/>
    <w:rsid w:val="005E4798"/>
    <w:rsid w:val="005E4E6D"/>
    <w:rsid w:val="005E5766"/>
    <w:rsid w:val="005E72A4"/>
    <w:rsid w:val="005E794D"/>
    <w:rsid w:val="005E796D"/>
    <w:rsid w:val="005E797A"/>
    <w:rsid w:val="005F0B88"/>
    <w:rsid w:val="005F1787"/>
    <w:rsid w:val="005F23D7"/>
    <w:rsid w:val="005F26C4"/>
    <w:rsid w:val="005F30AB"/>
    <w:rsid w:val="005F38D6"/>
    <w:rsid w:val="005F48CE"/>
    <w:rsid w:val="005F4D71"/>
    <w:rsid w:val="005F547C"/>
    <w:rsid w:val="005F57BE"/>
    <w:rsid w:val="005F5860"/>
    <w:rsid w:val="005F5E9A"/>
    <w:rsid w:val="005F615C"/>
    <w:rsid w:val="005F6F96"/>
    <w:rsid w:val="005F75F4"/>
    <w:rsid w:val="005F77A1"/>
    <w:rsid w:val="005F7922"/>
    <w:rsid w:val="005F7C62"/>
    <w:rsid w:val="005F7E47"/>
    <w:rsid w:val="00600017"/>
    <w:rsid w:val="006008F4"/>
    <w:rsid w:val="00600CD1"/>
    <w:rsid w:val="00600E46"/>
    <w:rsid w:val="0060158E"/>
    <w:rsid w:val="006022EA"/>
    <w:rsid w:val="0060238D"/>
    <w:rsid w:val="00602AD1"/>
    <w:rsid w:val="00602D3D"/>
    <w:rsid w:val="00602E8D"/>
    <w:rsid w:val="006034C2"/>
    <w:rsid w:val="00603D7F"/>
    <w:rsid w:val="006043DB"/>
    <w:rsid w:val="0060459A"/>
    <w:rsid w:val="00605049"/>
    <w:rsid w:val="0060559D"/>
    <w:rsid w:val="00605746"/>
    <w:rsid w:val="006061A3"/>
    <w:rsid w:val="00606893"/>
    <w:rsid w:val="00607C3A"/>
    <w:rsid w:val="00607CF8"/>
    <w:rsid w:val="006101D5"/>
    <w:rsid w:val="00610B2F"/>
    <w:rsid w:val="006122BE"/>
    <w:rsid w:val="006132B0"/>
    <w:rsid w:val="006139BF"/>
    <w:rsid w:val="006148CA"/>
    <w:rsid w:val="00614BBC"/>
    <w:rsid w:val="00614BF0"/>
    <w:rsid w:val="00615EB6"/>
    <w:rsid w:val="0061706D"/>
    <w:rsid w:val="00617080"/>
    <w:rsid w:val="00617399"/>
    <w:rsid w:val="00617788"/>
    <w:rsid w:val="006205D3"/>
    <w:rsid w:val="00620F27"/>
    <w:rsid w:val="006211F5"/>
    <w:rsid w:val="006213A0"/>
    <w:rsid w:val="006217BF"/>
    <w:rsid w:val="00621F6B"/>
    <w:rsid w:val="0062256B"/>
    <w:rsid w:val="006234AA"/>
    <w:rsid w:val="0062371A"/>
    <w:rsid w:val="00623CEF"/>
    <w:rsid w:val="0062401D"/>
    <w:rsid w:val="0062494D"/>
    <w:rsid w:val="00625B74"/>
    <w:rsid w:val="00626BB3"/>
    <w:rsid w:val="00627197"/>
    <w:rsid w:val="00627B2C"/>
    <w:rsid w:val="00627B46"/>
    <w:rsid w:val="00630CAA"/>
    <w:rsid w:val="00631214"/>
    <w:rsid w:val="0063136B"/>
    <w:rsid w:val="0063196A"/>
    <w:rsid w:val="006322B7"/>
    <w:rsid w:val="0063385F"/>
    <w:rsid w:val="006339A2"/>
    <w:rsid w:val="00633CE6"/>
    <w:rsid w:val="00634047"/>
    <w:rsid w:val="0063466B"/>
    <w:rsid w:val="00634CCA"/>
    <w:rsid w:val="0063522C"/>
    <w:rsid w:val="00635733"/>
    <w:rsid w:val="00635A53"/>
    <w:rsid w:val="006362F3"/>
    <w:rsid w:val="00636722"/>
    <w:rsid w:val="00636832"/>
    <w:rsid w:val="00636C69"/>
    <w:rsid w:val="00640939"/>
    <w:rsid w:val="00640C6F"/>
    <w:rsid w:val="00640D7E"/>
    <w:rsid w:val="00642977"/>
    <w:rsid w:val="00642B30"/>
    <w:rsid w:val="00642C7D"/>
    <w:rsid w:val="00643CE5"/>
    <w:rsid w:val="00643D0C"/>
    <w:rsid w:val="00643FD0"/>
    <w:rsid w:val="006440F1"/>
    <w:rsid w:val="00644155"/>
    <w:rsid w:val="006456F0"/>
    <w:rsid w:val="00645835"/>
    <w:rsid w:val="00646152"/>
    <w:rsid w:val="0064625C"/>
    <w:rsid w:val="00646E0F"/>
    <w:rsid w:val="006473BB"/>
    <w:rsid w:val="00647977"/>
    <w:rsid w:val="00647D44"/>
    <w:rsid w:val="00650072"/>
    <w:rsid w:val="00651406"/>
    <w:rsid w:val="00651656"/>
    <w:rsid w:val="0065263C"/>
    <w:rsid w:val="00652847"/>
    <w:rsid w:val="00652D70"/>
    <w:rsid w:val="00653770"/>
    <w:rsid w:val="00653F33"/>
    <w:rsid w:val="00654C40"/>
    <w:rsid w:val="006552E2"/>
    <w:rsid w:val="00655687"/>
    <w:rsid w:val="006557DC"/>
    <w:rsid w:val="00655BA4"/>
    <w:rsid w:val="00655F28"/>
    <w:rsid w:val="006568DA"/>
    <w:rsid w:val="00656AA7"/>
    <w:rsid w:val="00657105"/>
    <w:rsid w:val="006571AE"/>
    <w:rsid w:val="00657215"/>
    <w:rsid w:val="006577A4"/>
    <w:rsid w:val="00657862"/>
    <w:rsid w:val="00657974"/>
    <w:rsid w:val="00660363"/>
    <w:rsid w:val="00660DE1"/>
    <w:rsid w:val="00660F20"/>
    <w:rsid w:val="0066183F"/>
    <w:rsid w:val="0066194F"/>
    <w:rsid w:val="006629BE"/>
    <w:rsid w:val="00662A82"/>
    <w:rsid w:val="00662B87"/>
    <w:rsid w:val="00662CE6"/>
    <w:rsid w:val="00662DD2"/>
    <w:rsid w:val="00662FC5"/>
    <w:rsid w:val="0066356E"/>
    <w:rsid w:val="006639EB"/>
    <w:rsid w:val="00663B5A"/>
    <w:rsid w:val="00663D01"/>
    <w:rsid w:val="00664C97"/>
    <w:rsid w:val="006652FA"/>
    <w:rsid w:val="00665DDF"/>
    <w:rsid w:val="006663DD"/>
    <w:rsid w:val="00666425"/>
    <w:rsid w:val="00666499"/>
    <w:rsid w:val="00667967"/>
    <w:rsid w:val="006679FE"/>
    <w:rsid w:val="0067005D"/>
    <w:rsid w:val="0067015B"/>
    <w:rsid w:val="006703AF"/>
    <w:rsid w:val="00670BBB"/>
    <w:rsid w:val="00672A1C"/>
    <w:rsid w:val="00672B59"/>
    <w:rsid w:val="00673159"/>
    <w:rsid w:val="006731D0"/>
    <w:rsid w:val="006736C8"/>
    <w:rsid w:val="00673F7C"/>
    <w:rsid w:val="00674470"/>
    <w:rsid w:val="00674E41"/>
    <w:rsid w:val="00674E57"/>
    <w:rsid w:val="00675770"/>
    <w:rsid w:val="00675C95"/>
    <w:rsid w:val="006765CB"/>
    <w:rsid w:val="0067767E"/>
    <w:rsid w:val="0067781D"/>
    <w:rsid w:val="00677951"/>
    <w:rsid w:val="00680DF3"/>
    <w:rsid w:val="00681788"/>
    <w:rsid w:val="00681D56"/>
    <w:rsid w:val="00681E75"/>
    <w:rsid w:val="00682890"/>
    <w:rsid w:val="00682B6C"/>
    <w:rsid w:val="00682D68"/>
    <w:rsid w:val="00683F16"/>
    <w:rsid w:val="00684132"/>
    <w:rsid w:val="0068456F"/>
    <w:rsid w:val="00684E45"/>
    <w:rsid w:val="0068516D"/>
    <w:rsid w:val="00685A33"/>
    <w:rsid w:val="00686BF6"/>
    <w:rsid w:val="00686D1B"/>
    <w:rsid w:val="00686DBF"/>
    <w:rsid w:val="00687E3C"/>
    <w:rsid w:val="006905BE"/>
    <w:rsid w:val="00690B4E"/>
    <w:rsid w:val="006914F8"/>
    <w:rsid w:val="0069192F"/>
    <w:rsid w:val="00691DD9"/>
    <w:rsid w:val="0069239B"/>
    <w:rsid w:val="00692FB4"/>
    <w:rsid w:val="006939A6"/>
    <w:rsid w:val="00694A9A"/>
    <w:rsid w:val="006962AA"/>
    <w:rsid w:val="006963E7"/>
    <w:rsid w:val="00696E7B"/>
    <w:rsid w:val="006971FD"/>
    <w:rsid w:val="0069761B"/>
    <w:rsid w:val="00697732"/>
    <w:rsid w:val="006A0CE3"/>
    <w:rsid w:val="006A0D27"/>
    <w:rsid w:val="006A10F5"/>
    <w:rsid w:val="006A1F20"/>
    <w:rsid w:val="006A2730"/>
    <w:rsid w:val="006A2D8F"/>
    <w:rsid w:val="006A2EF0"/>
    <w:rsid w:val="006A2F00"/>
    <w:rsid w:val="006A31AB"/>
    <w:rsid w:val="006A3C4F"/>
    <w:rsid w:val="006A4269"/>
    <w:rsid w:val="006A47BB"/>
    <w:rsid w:val="006A4965"/>
    <w:rsid w:val="006A5760"/>
    <w:rsid w:val="006A5FE1"/>
    <w:rsid w:val="006A6162"/>
    <w:rsid w:val="006A6280"/>
    <w:rsid w:val="006A663B"/>
    <w:rsid w:val="006A6B8E"/>
    <w:rsid w:val="006A6E32"/>
    <w:rsid w:val="006A77D1"/>
    <w:rsid w:val="006A7FAF"/>
    <w:rsid w:val="006B050D"/>
    <w:rsid w:val="006B21EA"/>
    <w:rsid w:val="006B319C"/>
    <w:rsid w:val="006B3A8D"/>
    <w:rsid w:val="006B3D9E"/>
    <w:rsid w:val="006B449A"/>
    <w:rsid w:val="006B6114"/>
    <w:rsid w:val="006B6450"/>
    <w:rsid w:val="006B6BE7"/>
    <w:rsid w:val="006B6F2F"/>
    <w:rsid w:val="006B763A"/>
    <w:rsid w:val="006B7B0A"/>
    <w:rsid w:val="006B7C93"/>
    <w:rsid w:val="006B7FEC"/>
    <w:rsid w:val="006C00E0"/>
    <w:rsid w:val="006C0C23"/>
    <w:rsid w:val="006C0D0E"/>
    <w:rsid w:val="006C0F4C"/>
    <w:rsid w:val="006C145E"/>
    <w:rsid w:val="006C1BDE"/>
    <w:rsid w:val="006C1F47"/>
    <w:rsid w:val="006C41BB"/>
    <w:rsid w:val="006C4DC5"/>
    <w:rsid w:val="006C57D4"/>
    <w:rsid w:val="006C5956"/>
    <w:rsid w:val="006C5F37"/>
    <w:rsid w:val="006C670A"/>
    <w:rsid w:val="006C6BC2"/>
    <w:rsid w:val="006C7197"/>
    <w:rsid w:val="006D032F"/>
    <w:rsid w:val="006D0894"/>
    <w:rsid w:val="006D3444"/>
    <w:rsid w:val="006D3487"/>
    <w:rsid w:val="006D441C"/>
    <w:rsid w:val="006D45E5"/>
    <w:rsid w:val="006D498D"/>
    <w:rsid w:val="006D4F6A"/>
    <w:rsid w:val="006D6AC3"/>
    <w:rsid w:val="006D768F"/>
    <w:rsid w:val="006D7DF2"/>
    <w:rsid w:val="006D7F8A"/>
    <w:rsid w:val="006E025C"/>
    <w:rsid w:val="006E0350"/>
    <w:rsid w:val="006E0B60"/>
    <w:rsid w:val="006E1CE0"/>
    <w:rsid w:val="006E2290"/>
    <w:rsid w:val="006E2417"/>
    <w:rsid w:val="006E2E99"/>
    <w:rsid w:val="006E2FB5"/>
    <w:rsid w:val="006E3284"/>
    <w:rsid w:val="006E3413"/>
    <w:rsid w:val="006E42A6"/>
    <w:rsid w:val="006E4D63"/>
    <w:rsid w:val="006E5C5F"/>
    <w:rsid w:val="006E6563"/>
    <w:rsid w:val="006E6D67"/>
    <w:rsid w:val="006E7D41"/>
    <w:rsid w:val="006E7EEB"/>
    <w:rsid w:val="006F0DD5"/>
    <w:rsid w:val="006F10FB"/>
    <w:rsid w:val="006F110B"/>
    <w:rsid w:val="006F1659"/>
    <w:rsid w:val="006F187D"/>
    <w:rsid w:val="006F3CF5"/>
    <w:rsid w:val="006F412F"/>
    <w:rsid w:val="006F5609"/>
    <w:rsid w:val="006F61AE"/>
    <w:rsid w:val="006F690A"/>
    <w:rsid w:val="006F6ABC"/>
    <w:rsid w:val="006F6ED2"/>
    <w:rsid w:val="006F77CB"/>
    <w:rsid w:val="006F785F"/>
    <w:rsid w:val="0070016D"/>
    <w:rsid w:val="007008CA"/>
    <w:rsid w:val="00700A0D"/>
    <w:rsid w:val="00700A30"/>
    <w:rsid w:val="00702177"/>
    <w:rsid w:val="0070250A"/>
    <w:rsid w:val="00702FC1"/>
    <w:rsid w:val="007042F6"/>
    <w:rsid w:val="00704329"/>
    <w:rsid w:val="00704574"/>
    <w:rsid w:val="00704E07"/>
    <w:rsid w:val="00705355"/>
    <w:rsid w:val="007058DE"/>
    <w:rsid w:val="00706101"/>
    <w:rsid w:val="0070670C"/>
    <w:rsid w:val="0070698E"/>
    <w:rsid w:val="00707CB9"/>
    <w:rsid w:val="0071042D"/>
    <w:rsid w:val="00710485"/>
    <w:rsid w:val="0071075A"/>
    <w:rsid w:val="00710C88"/>
    <w:rsid w:val="00710F0F"/>
    <w:rsid w:val="0071125D"/>
    <w:rsid w:val="007120C6"/>
    <w:rsid w:val="00712A9A"/>
    <w:rsid w:val="007131F5"/>
    <w:rsid w:val="00713356"/>
    <w:rsid w:val="00713B16"/>
    <w:rsid w:val="0071507D"/>
    <w:rsid w:val="00715129"/>
    <w:rsid w:val="007159B2"/>
    <w:rsid w:val="0071613B"/>
    <w:rsid w:val="00716E79"/>
    <w:rsid w:val="0071702F"/>
    <w:rsid w:val="0071769D"/>
    <w:rsid w:val="007200A0"/>
    <w:rsid w:val="007201CC"/>
    <w:rsid w:val="00720269"/>
    <w:rsid w:val="0072089D"/>
    <w:rsid w:val="007216A0"/>
    <w:rsid w:val="007217A3"/>
    <w:rsid w:val="007219E1"/>
    <w:rsid w:val="007224B6"/>
    <w:rsid w:val="007239AD"/>
    <w:rsid w:val="00723B35"/>
    <w:rsid w:val="007243A2"/>
    <w:rsid w:val="007245A5"/>
    <w:rsid w:val="00724626"/>
    <w:rsid w:val="00724FBB"/>
    <w:rsid w:val="00725E95"/>
    <w:rsid w:val="00726BCB"/>
    <w:rsid w:val="00727FB5"/>
    <w:rsid w:val="00730884"/>
    <w:rsid w:val="007311B8"/>
    <w:rsid w:val="00732B19"/>
    <w:rsid w:val="007330C9"/>
    <w:rsid w:val="00733526"/>
    <w:rsid w:val="0073503B"/>
    <w:rsid w:val="00735ADF"/>
    <w:rsid w:val="00735F6C"/>
    <w:rsid w:val="00736643"/>
    <w:rsid w:val="00736653"/>
    <w:rsid w:val="00736B29"/>
    <w:rsid w:val="00736B60"/>
    <w:rsid w:val="007373D9"/>
    <w:rsid w:val="00737AF9"/>
    <w:rsid w:val="00737B3F"/>
    <w:rsid w:val="00737BB6"/>
    <w:rsid w:val="00740A61"/>
    <w:rsid w:val="00741627"/>
    <w:rsid w:val="00741727"/>
    <w:rsid w:val="0074173B"/>
    <w:rsid w:val="007418FB"/>
    <w:rsid w:val="00741C0B"/>
    <w:rsid w:val="00741E85"/>
    <w:rsid w:val="00742557"/>
    <w:rsid w:val="00743FF1"/>
    <w:rsid w:val="00745268"/>
    <w:rsid w:val="00745B72"/>
    <w:rsid w:val="00746176"/>
    <w:rsid w:val="007464E0"/>
    <w:rsid w:val="00746558"/>
    <w:rsid w:val="007465DF"/>
    <w:rsid w:val="00747A97"/>
    <w:rsid w:val="00747AC1"/>
    <w:rsid w:val="00750008"/>
    <w:rsid w:val="00750817"/>
    <w:rsid w:val="0075085A"/>
    <w:rsid w:val="00750A43"/>
    <w:rsid w:val="0075125E"/>
    <w:rsid w:val="007523C5"/>
    <w:rsid w:val="007524CD"/>
    <w:rsid w:val="00752770"/>
    <w:rsid w:val="00753F5F"/>
    <w:rsid w:val="0075437D"/>
    <w:rsid w:val="00754E34"/>
    <w:rsid w:val="0075528A"/>
    <w:rsid w:val="007555F9"/>
    <w:rsid w:val="007558F0"/>
    <w:rsid w:val="00757A03"/>
    <w:rsid w:val="00757E5D"/>
    <w:rsid w:val="00760060"/>
    <w:rsid w:val="0076029B"/>
    <w:rsid w:val="00760FFF"/>
    <w:rsid w:val="00761899"/>
    <w:rsid w:val="00761E92"/>
    <w:rsid w:val="00763E6A"/>
    <w:rsid w:val="007646A8"/>
    <w:rsid w:val="00764BD1"/>
    <w:rsid w:val="00764BE5"/>
    <w:rsid w:val="00765BC9"/>
    <w:rsid w:val="0076605F"/>
    <w:rsid w:val="007664AF"/>
    <w:rsid w:val="00766988"/>
    <w:rsid w:val="00766C0D"/>
    <w:rsid w:val="0076782B"/>
    <w:rsid w:val="007678A9"/>
    <w:rsid w:val="00770198"/>
    <w:rsid w:val="0077055B"/>
    <w:rsid w:val="0077078E"/>
    <w:rsid w:val="00770FE8"/>
    <w:rsid w:val="007711C8"/>
    <w:rsid w:val="007719AD"/>
    <w:rsid w:val="00771F29"/>
    <w:rsid w:val="00772033"/>
    <w:rsid w:val="00772488"/>
    <w:rsid w:val="007727C3"/>
    <w:rsid w:val="00772B3A"/>
    <w:rsid w:val="00772E7F"/>
    <w:rsid w:val="00773A9C"/>
    <w:rsid w:val="00774436"/>
    <w:rsid w:val="0077483B"/>
    <w:rsid w:val="00774973"/>
    <w:rsid w:val="007749BD"/>
    <w:rsid w:val="00774CB5"/>
    <w:rsid w:val="00774D87"/>
    <w:rsid w:val="0077524B"/>
    <w:rsid w:val="0077533F"/>
    <w:rsid w:val="00775695"/>
    <w:rsid w:val="00775751"/>
    <w:rsid w:val="007757E2"/>
    <w:rsid w:val="00775DFE"/>
    <w:rsid w:val="00776440"/>
    <w:rsid w:val="00776B45"/>
    <w:rsid w:val="007779D4"/>
    <w:rsid w:val="007801B6"/>
    <w:rsid w:val="00780213"/>
    <w:rsid w:val="007803D4"/>
    <w:rsid w:val="00780A41"/>
    <w:rsid w:val="007813D1"/>
    <w:rsid w:val="00781C3F"/>
    <w:rsid w:val="00782370"/>
    <w:rsid w:val="00782930"/>
    <w:rsid w:val="00785E05"/>
    <w:rsid w:val="00786D86"/>
    <w:rsid w:val="00787565"/>
    <w:rsid w:val="00787E9B"/>
    <w:rsid w:val="00787FE8"/>
    <w:rsid w:val="00790371"/>
    <w:rsid w:val="00790F70"/>
    <w:rsid w:val="0079137F"/>
    <w:rsid w:val="00791751"/>
    <w:rsid w:val="00791886"/>
    <w:rsid w:val="00791BDE"/>
    <w:rsid w:val="00791C5C"/>
    <w:rsid w:val="00792429"/>
    <w:rsid w:val="00792BDD"/>
    <w:rsid w:val="0079327B"/>
    <w:rsid w:val="00793424"/>
    <w:rsid w:val="00793997"/>
    <w:rsid w:val="00793E3D"/>
    <w:rsid w:val="00793EE9"/>
    <w:rsid w:val="0079477D"/>
    <w:rsid w:val="007948E1"/>
    <w:rsid w:val="00794A16"/>
    <w:rsid w:val="00794B5B"/>
    <w:rsid w:val="00794C1D"/>
    <w:rsid w:val="00794FBE"/>
    <w:rsid w:val="00795286"/>
    <w:rsid w:val="007959FD"/>
    <w:rsid w:val="007964A2"/>
    <w:rsid w:val="00796D53"/>
    <w:rsid w:val="007A02CE"/>
    <w:rsid w:val="007A033F"/>
    <w:rsid w:val="007A0834"/>
    <w:rsid w:val="007A08C1"/>
    <w:rsid w:val="007A09D7"/>
    <w:rsid w:val="007A223F"/>
    <w:rsid w:val="007A2F8D"/>
    <w:rsid w:val="007A3952"/>
    <w:rsid w:val="007A42C8"/>
    <w:rsid w:val="007A4429"/>
    <w:rsid w:val="007A4492"/>
    <w:rsid w:val="007A4827"/>
    <w:rsid w:val="007A485B"/>
    <w:rsid w:val="007A4D42"/>
    <w:rsid w:val="007A6AEF"/>
    <w:rsid w:val="007A6C16"/>
    <w:rsid w:val="007A6C4F"/>
    <w:rsid w:val="007A77B2"/>
    <w:rsid w:val="007A77C0"/>
    <w:rsid w:val="007A7828"/>
    <w:rsid w:val="007B0FCA"/>
    <w:rsid w:val="007B1676"/>
    <w:rsid w:val="007B1AE7"/>
    <w:rsid w:val="007B3B98"/>
    <w:rsid w:val="007B3F93"/>
    <w:rsid w:val="007B558E"/>
    <w:rsid w:val="007B5730"/>
    <w:rsid w:val="007B64C4"/>
    <w:rsid w:val="007B66F4"/>
    <w:rsid w:val="007B757E"/>
    <w:rsid w:val="007B7D4B"/>
    <w:rsid w:val="007C086A"/>
    <w:rsid w:val="007C0932"/>
    <w:rsid w:val="007C1096"/>
    <w:rsid w:val="007C373D"/>
    <w:rsid w:val="007C3A82"/>
    <w:rsid w:val="007C4CCE"/>
    <w:rsid w:val="007C4FB2"/>
    <w:rsid w:val="007C5C23"/>
    <w:rsid w:val="007C5E52"/>
    <w:rsid w:val="007C640F"/>
    <w:rsid w:val="007C6DBB"/>
    <w:rsid w:val="007C7D72"/>
    <w:rsid w:val="007D0050"/>
    <w:rsid w:val="007D06B7"/>
    <w:rsid w:val="007D105B"/>
    <w:rsid w:val="007D14C8"/>
    <w:rsid w:val="007D2164"/>
    <w:rsid w:val="007D2414"/>
    <w:rsid w:val="007D3773"/>
    <w:rsid w:val="007D3CCD"/>
    <w:rsid w:val="007D40B2"/>
    <w:rsid w:val="007D41F4"/>
    <w:rsid w:val="007D4293"/>
    <w:rsid w:val="007D541F"/>
    <w:rsid w:val="007D5921"/>
    <w:rsid w:val="007D6816"/>
    <w:rsid w:val="007D69DA"/>
    <w:rsid w:val="007D6B09"/>
    <w:rsid w:val="007D6BDC"/>
    <w:rsid w:val="007D730F"/>
    <w:rsid w:val="007D75C7"/>
    <w:rsid w:val="007D7FF6"/>
    <w:rsid w:val="007E0BA1"/>
    <w:rsid w:val="007E0E51"/>
    <w:rsid w:val="007E4F42"/>
    <w:rsid w:val="007E5473"/>
    <w:rsid w:val="007E5B4B"/>
    <w:rsid w:val="007E624B"/>
    <w:rsid w:val="007E66B7"/>
    <w:rsid w:val="007E7FCC"/>
    <w:rsid w:val="007F0A41"/>
    <w:rsid w:val="007F0B26"/>
    <w:rsid w:val="007F0FD6"/>
    <w:rsid w:val="007F27CA"/>
    <w:rsid w:val="007F32E1"/>
    <w:rsid w:val="007F393F"/>
    <w:rsid w:val="007F3B91"/>
    <w:rsid w:val="007F433C"/>
    <w:rsid w:val="007F44F0"/>
    <w:rsid w:val="007F4855"/>
    <w:rsid w:val="007F6324"/>
    <w:rsid w:val="007F6665"/>
    <w:rsid w:val="007F6E53"/>
    <w:rsid w:val="007F6F76"/>
    <w:rsid w:val="007F7BA1"/>
    <w:rsid w:val="007F7E65"/>
    <w:rsid w:val="0080149E"/>
    <w:rsid w:val="0080307D"/>
    <w:rsid w:val="008042F4"/>
    <w:rsid w:val="0080461D"/>
    <w:rsid w:val="00804C16"/>
    <w:rsid w:val="00805395"/>
    <w:rsid w:val="00806B75"/>
    <w:rsid w:val="00807B4D"/>
    <w:rsid w:val="00807CEF"/>
    <w:rsid w:val="00807FFA"/>
    <w:rsid w:val="008104F6"/>
    <w:rsid w:val="008105C0"/>
    <w:rsid w:val="008113AA"/>
    <w:rsid w:val="0081208F"/>
    <w:rsid w:val="00812C07"/>
    <w:rsid w:val="0081423B"/>
    <w:rsid w:val="00814324"/>
    <w:rsid w:val="00815B30"/>
    <w:rsid w:val="00815BC7"/>
    <w:rsid w:val="00815EDE"/>
    <w:rsid w:val="0081622C"/>
    <w:rsid w:val="00816614"/>
    <w:rsid w:val="00816CF2"/>
    <w:rsid w:val="00817490"/>
    <w:rsid w:val="0081768B"/>
    <w:rsid w:val="00817BA3"/>
    <w:rsid w:val="008202A5"/>
    <w:rsid w:val="0082092A"/>
    <w:rsid w:val="00820AE9"/>
    <w:rsid w:val="00821363"/>
    <w:rsid w:val="00822E47"/>
    <w:rsid w:val="00822FE7"/>
    <w:rsid w:val="008249AE"/>
    <w:rsid w:val="00824B84"/>
    <w:rsid w:val="00825243"/>
    <w:rsid w:val="008257E1"/>
    <w:rsid w:val="00825B67"/>
    <w:rsid w:val="00825F50"/>
    <w:rsid w:val="00827025"/>
    <w:rsid w:val="00827088"/>
    <w:rsid w:val="0082791A"/>
    <w:rsid w:val="00830753"/>
    <w:rsid w:val="00831099"/>
    <w:rsid w:val="0083143B"/>
    <w:rsid w:val="008316A5"/>
    <w:rsid w:val="008318A1"/>
    <w:rsid w:val="00831FA0"/>
    <w:rsid w:val="008335AF"/>
    <w:rsid w:val="008349C7"/>
    <w:rsid w:val="008353D7"/>
    <w:rsid w:val="00835A96"/>
    <w:rsid w:val="00835CE8"/>
    <w:rsid w:val="008367A4"/>
    <w:rsid w:val="00836CD4"/>
    <w:rsid w:val="00837413"/>
    <w:rsid w:val="008374D9"/>
    <w:rsid w:val="0083751C"/>
    <w:rsid w:val="00837543"/>
    <w:rsid w:val="00840231"/>
    <w:rsid w:val="008406A3"/>
    <w:rsid w:val="008406AF"/>
    <w:rsid w:val="00840A1B"/>
    <w:rsid w:val="00840D81"/>
    <w:rsid w:val="00841641"/>
    <w:rsid w:val="008416BA"/>
    <w:rsid w:val="00841DDF"/>
    <w:rsid w:val="00842015"/>
    <w:rsid w:val="008420A9"/>
    <w:rsid w:val="00842ACC"/>
    <w:rsid w:val="00842BBF"/>
    <w:rsid w:val="00843356"/>
    <w:rsid w:val="0084369C"/>
    <w:rsid w:val="00843DCE"/>
    <w:rsid w:val="008444C8"/>
    <w:rsid w:val="00844526"/>
    <w:rsid w:val="008447A0"/>
    <w:rsid w:val="00845450"/>
    <w:rsid w:val="008467C3"/>
    <w:rsid w:val="008467D0"/>
    <w:rsid w:val="00846D64"/>
    <w:rsid w:val="00846DA0"/>
    <w:rsid w:val="00852597"/>
    <w:rsid w:val="0085268E"/>
    <w:rsid w:val="00852AD1"/>
    <w:rsid w:val="0085319C"/>
    <w:rsid w:val="0085325E"/>
    <w:rsid w:val="0085329D"/>
    <w:rsid w:val="008535D0"/>
    <w:rsid w:val="00853F59"/>
    <w:rsid w:val="008545CC"/>
    <w:rsid w:val="0085468B"/>
    <w:rsid w:val="00854697"/>
    <w:rsid w:val="00854BBD"/>
    <w:rsid w:val="008554FE"/>
    <w:rsid w:val="00855551"/>
    <w:rsid w:val="008560CE"/>
    <w:rsid w:val="008568A9"/>
    <w:rsid w:val="0085702E"/>
    <w:rsid w:val="0085736B"/>
    <w:rsid w:val="008576D7"/>
    <w:rsid w:val="00857D84"/>
    <w:rsid w:val="0086069F"/>
    <w:rsid w:val="00860AFC"/>
    <w:rsid w:val="0086115C"/>
    <w:rsid w:val="0086173D"/>
    <w:rsid w:val="00862080"/>
    <w:rsid w:val="00862E58"/>
    <w:rsid w:val="00863915"/>
    <w:rsid w:val="00863D45"/>
    <w:rsid w:val="008644F1"/>
    <w:rsid w:val="008648A7"/>
    <w:rsid w:val="00864CD7"/>
    <w:rsid w:val="00864DAF"/>
    <w:rsid w:val="008654A3"/>
    <w:rsid w:val="0086569C"/>
    <w:rsid w:val="00866D0D"/>
    <w:rsid w:val="00870166"/>
    <w:rsid w:val="008701DD"/>
    <w:rsid w:val="0087052A"/>
    <w:rsid w:val="00870AB4"/>
    <w:rsid w:val="00870CA3"/>
    <w:rsid w:val="008716D1"/>
    <w:rsid w:val="008718C3"/>
    <w:rsid w:val="00871AD4"/>
    <w:rsid w:val="00872DBF"/>
    <w:rsid w:val="00873CCE"/>
    <w:rsid w:val="0087401F"/>
    <w:rsid w:val="00874383"/>
    <w:rsid w:val="00874B90"/>
    <w:rsid w:val="00874BEF"/>
    <w:rsid w:val="00874FDD"/>
    <w:rsid w:val="008757E3"/>
    <w:rsid w:val="00875AED"/>
    <w:rsid w:val="0087670D"/>
    <w:rsid w:val="00876779"/>
    <w:rsid w:val="00876AD8"/>
    <w:rsid w:val="00877DF5"/>
    <w:rsid w:val="008802DA"/>
    <w:rsid w:val="00881F79"/>
    <w:rsid w:val="0088290A"/>
    <w:rsid w:val="008836F3"/>
    <w:rsid w:val="008838EB"/>
    <w:rsid w:val="00885EE5"/>
    <w:rsid w:val="00886D9C"/>
    <w:rsid w:val="00887C12"/>
    <w:rsid w:val="00887EAA"/>
    <w:rsid w:val="008905EB"/>
    <w:rsid w:val="008908CB"/>
    <w:rsid w:val="0089231A"/>
    <w:rsid w:val="008930C8"/>
    <w:rsid w:val="0089365C"/>
    <w:rsid w:val="00893CB5"/>
    <w:rsid w:val="00893DE4"/>
    <w:rsid w:val="00893FEA"/>
    <w:rsid w:val="00894254"/>
    <w:rsid w:val="0089487A"/>
    <w:rsid w:val="00895137"/>
    <w:rsid w:val="008953F7"/>
    <w:rsid w:val="008954BC"/>
    <w:rsid w:val="0089561D"/>
    <w:rsid w:val="0089628B"/>
    <w:rsid w:val="008968EC"/>
    <w:rsid w:val="00897242"/>
    <w:rsid w:val="008A02D9"/>
    <w:rsid w:val="008A1C54"/>
    <w:rsid w:val="008A1F6F"/>
    <w:rsid w:val="008A49E2"/>
    <w:rsid w:val="008A5E3A"/>
    <w:rsid w:val="008A6532"/>
    <w:rsid w:val="008A7111"/>
    <w:rsid w:val="008A7253"/>
    <w:rsid w:val="008A794D"/>
    <w:rsid w:val="008A7D35"/>
    <w:rsid w:val="008B08C8"/>
    <w:rsid w:val="008B128B"/>
    <w:rsid w:val="008B23A8"/>
    <w:rsid w:val="008B254E"/>
    <w:rsid w:val="008B27F2"/>
    <w:rsid w:val="008B2C11"/>
    <w:rsid w:val="008B34D8"/>
    <w:rsid w:val="008B4CB4"/>
    <w:rsid w:val="008B5197"/>
    <w:rsid w:val="008B6226"/>
    <w:rsid w:val="008B6DFF"/>
    <w:rsid w:val="008B7E32"/>
    <w:rsid w:val="008B7EF5"/>
    <w:rsid w:val="008C0081"/>
    <w:rsid w:val="008C03FF"/>
    <w:rsid w:val="008C09D1"/>
    <w:rsid w:val="008C10E9"/>
    <w:rsid w:val="008C18C4"/>
    <w:rsid w:val="008C1B3E"/>
    <w:rsid w:val="008C1F5B"/>
    <w:rsid w:val="008C23AA"/>
    <w:rsid w:val="008C2581"/>
    <w:rsid w:val="008C268C"/>
    <w:rsid w:val="008C29EF"/>
    <w:rsid w:val="008C2C58"/>
    <w:rsid w:val="008C3342"/>
    <w:rsid w:val="008C33FE"/>
    <w:rsid w:val="008C36C7"/>
    <w:rsid w:val="008C3AAD"/>
    <w:rsid w:val="008C406E"/>
    <w:rsid w:val="008C4223"/>
    <w:rsid w:val="008C476C"/>
    <w:rsid w:val="008C47A7"/>
    <w:rsid w:val="008C486A"/>
    <w:rsid w:val="008C4A7B"/>
    <w:rsid w:val="008C5194"/>
    <w:rsid w:val="008C5648"/>
    <w:rsid w:val="008C6BFB"/>
    <w:rsid w:val="008C6C08"/>
    <w:rsid w:val="008C6CD8"/>
    <w:rsid w:val="008C72E0"/>
    <w:rsid w:val="008D0023"/>
    <w:rsid w:val="008D014A"/>
    <w:rsid w:val="008D0326"/>
    <w:rsid w:val="008D072E"/>
    <w:rsid w:val="008D1AFB"/>
    <w:rsid w:val="008D21C1"/>
    <w:rsid w:val="008D2E15"/>
    <w:rsid w:val="008D3364"/>
    <w:rsid w:val="008D3C6B"/>
    <w:rsid w:val="008D4027"/>
    <w:rsid w:val="008D40D7"/>
    <w:rsid w:val="008D484B"/>
    <w:rsid w:val="008D57AA"/>
    <w:rsid w:val="008D5821"/>
    <w:rsid w:val="008D5EF5"/>
    <w:rsid w:val="008D60CD"/>
    <w:rsid w:val="008D6ACE"/>
    <w:rsid w:val="008D6EB3"/>
    <w:rsid w:val="008D6EFB"/>
    <w:rsid w:val="008D7848"/>
    <w:rsid w:val="008D7CD2"/>
    <w:rsid w:val="008D7FD3"/>
    <w:rsid w:val="008E0A3F"/>
    <w:rsid w:val="008E0B51"/>
    <w:rsid w:val="008E0CBA"/>
    <w:rsid w:val="008E0D22"/>
    <w:rsid w:val="008E0E80"/>
    <w:rsid w:val="008E0F08"/>
    <w:rsid w:val="008E0FBA"/>
    <w:rsid w:val="008E1506"/>
    <w:rsid w:val="008E200A"/>
    <w:rsid w:val="008E2739"/>
    <w:rsid w:val="008E2FD9"/>
    <w:rsid w:val="008E32C0"/>
    <w:rsid w:val="008E3F90"/>
    <w:rsid w:val="008E4F84"/>
    <w:rsid w:val="008E65C7"/>
    <w:rsid w:val="008E6C7A"/>
    <w:rsid w:val="008E70FE"/>
    <w:rsid w:val="008E7D72"/>
    <w:rsid w:val="008E7DAB"/>
    <w:rsid w:val="008E7F8F"/>
    <w:rsid w:val="008F011F"/>
    <w:rsid w:val="008F114E"/>
    <w:rsid w:val="008F139E"/>
    <w:rsid w:val="008F161E"/>
    <w:rsid w:val="008F1BE3"/>
    <w:rsid w:val="008F2505"/>
    <w:rsid w:val="008F2C59"/>
    <w:rsid w:val="008F2D69"/>
    <w:rsid w:val="008F32C0"/>
    <w:rsid w:val="008F3EF7"/>
    <w:rsid w:val="008F56E8"/>
    <w:rsid w:val="008F5CC2"/>
    <w:rsid w:val="008F65DE"/>
    <w:rsid w:val="008F66F7"/>
    <w:rsid w:val="008F7F26"/>
    <w:rsid w:val="00900273"/>
    <w:rsid w:val="0090072D"/>
    <w:rsid w:val="009009E7"/>
    <w:rsid w:val="009012AC"/>
    <w:rsid w:val="009013E8"/>
    <w:rsid w:val="00901BC4"/>
    <w:rsid w:val="00901DB4"/>
    <w:rsid w:val="00901EDE"/>
    <w:rsid w:val="00902439"/>
    <w:rsid w:val="00903C27"/>
    <w:rsid w:val="00904032"/>
    <w:rsid w:val="00904B95"/>
    <w:rsid w:val="009053D2"/>
    <w:rsid w:val="00905F76"/>
    <w:rsid w:val="00906598"/>
    <w:rsid w:val="00906C58"/>
    <w:rsid w:val="00907224"/>
    <w:rsid w:val="00907F79"/>
    <w:rsid w:val="00910B4A"/>
    <w:rsid w:val="009113DA"/>
    <w:rsid w:val="00911F2D"/>
    <w:rsid w:val="009121B3"/>
    <w:rsid w:val="00912708"/>
    <w:rsid w:val="00913338"/>
    <w:rsid w:val="00914D4F"/>
    <w:rsid w:val="00914EAD"/>
    <w:rsid w:val="0091544D"/>
    <w:rsid w:val="00916083"/>
    <w:rsid w:val="009166ED"/>
    <w:rsid w:val="009170BD"/>
    <w:rsid w:val="009171B8"/>
    <w:rsid w:val="00917294"/>
    <w:rsid w:val="009174A0"/>
    <w:rsid w:val="00917856"/>
    <w:rsid w:val="00920101"/>
    <w:rsid w:val="0092053C"/>
    <w:rsid w:val="00920E7A"/>
    <w:rsid w:val="0092175B"/>
    <w:rsid w:val="00921C36"/>
    <w:rsid w:val="00922287"/>
    <w:rsid w:val="00922B30"/>
    <w:rsid w:val="00922C86"/>
    <w:rsid w:val="00922E8A"/>
    <w:rsid w:val="00922EC2"/>
    <w:rsid w:val="00923F15"/>
    <w:rsid w:val="00925363"/>
    <w:rsid w:val="0092543C"/>
    <w:rsid w:val="0092545A"/>
    <w:rsid w:val="009256A2"/>
    <w:rsid w:val="00925DC5"/>
    <w:rsid w:val="00926062"/>
    <w:rsid w:val="00927677"/>
    <w:rsid w:val="00930283"/>
    <w:rsid w:val="009304C6"/>
    <w:rsid w:val="009307D0"/>
    <w:rsid w:val="00930D3E"/>
    <w:rsid w:val="00931301"/>
    <w:rsid w:val="00931545"/>
    <w:rsid w:val="00932D85"/>
    <w:rsid w:val="00933149"/>
    <w:rsid w:val="00933447"/>
    <w:rsid w:val="009340EB"/>
    <w:rsid w:val="00934761"/>
    <w:rsid w:val="00935D95"/>
    <w:rsid w:val="00935D97"/>
    <w:rsid w:val="0093617A"/>
    <w:rsid w:val="00936CBC"/>
    <w:rsid w:val="00936D3F"/>
    <w:rsid w:val="0093744A"/>
    <w:rsid w:val="00937A6A"/>
    <w:rsid w:val="00940275"/>
    <w:rsid w:val="0094066F"/>
    <w:rsid w:val="009408E7"/>
    <w:rsid w:val="00940D9B"/>
    <w:rsid w:val="00942432"/>
    <w:rsid w:val="0094276C"/>
    <w:rsid w:val="00942EAB"/>
    <w:rsid w:val="00943E9F"/>
    <w:rsid w:val="00944F36"/>
    <w:rsid w:val="0094545B"/>
    <w:rsid w:val="00945C43"/>
    <w:rsid w:val="009461E8"/>
    <w:rsid w:val="009462D5"/>
    <w:rsid w:val="009465F6"/>
    <w:rsid w:val="0094697A"/>
    <w:rsid w:val="009472FE"/>
    <w:rsid w:val="00947495"/>
    <w:rsid w:val="00947739"/>
    <w:rsid w:val="00947896"/>
    <w:rsid w:val="009504BD"/>
    <w:rsid w:val="009505E3"/>
    <w:rsid w:val="00950A67"/>
    <w:rsid w:val="00950E96"/>
    <w:rsid w:val="00951A76"/>
    <w:rsid w:val="009535FC"/>
    <w:rsid w:val="009538B6"/>
    <w:rsid w:val="00953A4E"/>
    <w:rsid w:val="0095418E"/>
    <w:rsid w:val="00954A4D"/>
    <w:rsid w:val="00954E5C"/>
    <w:rsid w:val="0095523D"/>
    <w:rsid w:val="00955E0D"/>
    <w:rsid w:val="00956086"/>
    <w:rsid w:val="009569BD"/>
    <w:rsid w:val="00956B51"/>
    <w:rsid w:val="00957BD9"/>
    <w:rsid w:val="00957C76"/>
    <w:rsid w:val="00960294"/>
    <w:rsid w:val="00960D20"/>
    <w:rsid w:val="00960E35"/>
    <w:rsid w:val="00961079"/>
    <w:rsid w:val="009617A8"/>
    <w:rsid w:val="00962147"/>
    <w:rsid w:val="0096334E"/>
    <w:rsid w:val="0096381E"/>
    <w:rsid w:val="00963C30"/>
    <w:rsid w:val="009645BE"/>
    <w:rsid w:val="0096545D"/>
    <w:rsid w:val="00965D6F"/>
    <w:rsid w:val="00967BE0"/>
    <w:rsid w:val="009700E6"/>
    <w:rsid w:val="00970BB0"/>
    <w:rsid w:val="00970FA1"/>
    <w:rsid w:val="00971E89"/>
    <w:rsid w:val="0097238F"/>
    <w:rsid w:val="009723C0"/>
    <w:rsid w:val="00972854"/>
    <w:rsid w:val="00972DF4"/>
    <w:rsid w:val="00972EA1"/>
    <w:rsid w:val="009730FE"/>
    <w:rsid w:val="009731B2"/>
    <w:rsid w:val="00973576"/>
    <w:rsid w:val="00974186"/>
    <w:rsid w:val="00974D01"/>
    <w:rsid w:val="00975677"/>
    <w:rsid w:val="00975845"/>
    <w:rsid w:val="009768DC"/>
    <w:rsid w:val="00980144"/>
    <w:rsid w:val="00980BAB"/>
    <w:rsid w:val="00980E81"/>
    <w:rsid w:val="009810AF"/>
    <w:rsid w:val="00981151"/>
    <w:rsid w:val="009811FF"/>
    <w:rsid w:val="0098175B"/>
    <w:rsid w:val="00981FB5"/>
    <w:rsid w:val="009823F8"/>
    <w:rsid w:val="00982866"/>
    <w:rsid w:val="0098331A"/>
    <w:rsid w:val="009849C1"/>
    <w:rsid w:val="00984CAD"/>
    <w:rsid w:val="009858E5"/>
    <w:rsid w:val="00985A53"/>
    <w:rsid w:val="00986846"/>
    <w:rsid w:val="0098720E"/>
    <w:rsid w:val="00987701"/>
    <w:rsid w:val="00987B0B"/>
    <w:rsid w:val="00987DAD"/>
    <w:rsid w:val="009904FE"/>
    <w:rsid w:val="00991BF8"/>
    <w:rsid w:val="009926E2"/>
    <w:rsid w:val="00992795"/>
    <w:rsid w:val="00993086"/>
    <w:rsid w:val="009932B2"/>
    <w:rsid w:val="00994910"/>
    <w:rsid w:val="00994D4B"/>
    <w:rsid w:val="0099580C"/>
    <w:rsid w:val="00996121"/>
    <w:rsid w:val="00996336"/>
    <w:rsid w:val="0099635B"/>
    <w:rsid w:val="00996868"/>
    <w:rsid w:val="009969AB"/>
    <w:rsid w:val="009979E4"/>
    <w:rsid w:val="00997B1F"/>
    <w:rsid w:val="009A0B68"/>
    <w:rsid w:val="009A0BEC"/>
    <w:rsid w:val="009A110F"/>
    <w:rsid w:val="009A1895"/>
    <w:rsid w:val="009A1CF4"/>
    <w:rsid w:val="009A1DB3"/>
    <w:rsid w:val="009A3725"/>
    <w:rsid w:val="009A420B"/>
    <w:rsid w:val="009A4854"/>
    <w:rsid w:val="009A4D31"/>
    <w:rsid w:val="009A5A67"/>
    <w:rsid w:val="009A5BA9"/>
    <w:rsid w:val="009A6169"/>
    <w:rsid w:val="009A6638"/>
    <w:rsid w:val="009A71CC"/>
    <w:rsid w:val="009A7878"/>
    <w:rsid w:val="009A7E09"/>
    <w:rsid w:val="009B00D0"/>
    <w:rsid w:val="009B02E9"/>
    <w:rsid w:val="009B1642"/>
    <w:rsid w:val="009B197A"/>
    <w:rsid w:val="009B1E60"/>
    <w:rsid w:val="009B20BF"/>
    <w:rsid w:val="009B2202"/>
    <w:rsid w:val="009B2C32"/>
    <w:rsid w:val="009B333C"/>
    <w:rsid w:val="009B34ED"/>
    <w:rsid w:val="009B39A1"/>
    <w:rsid w:val="009B3F9F"/>
    <w:rsid w:val="009B47FF"/>
    <w:rsid w:val="009B4ECD"/>
    <w:rsid w:val="009B547F"/>
    <w:rsid w:val="009B580B"/>
    <w:rsid w:val="009B5CF6"/>
    <w:rsid w:val="009B64C2"/>
    <w:rsid w:val="009B66AF"/>
    <w:rsid w:val="009B6939"/>
    <w:rsid w:val="009B6A3C"/>
    <w:rsid w:val="009B6AD0"/>
    <w:rsid w:val="009B7412"/>
    <w:rsid w:val="009B7984"/>
    <w:rsid w:val="009B7B8D"/>
    <w:rsid w:val="009B7D1F"/>
    <w:rsid w:val="009C029E"/>
    <w:rsid w:val="009C10F3"/>
    <w:rsid w:val="009C1E67"/>
    <w:rsid w:val="009C1EDE"/>
    <w:rsid w:val="009C28A9"/>
    <w:rsid w:val="009C2D1F"/>
    <w:rsid w:val="009C2F74"/>
    <w:rsid w:val="009C4663"/>
    <w:rsid w:val="009C46F3"/>
    <w:rsid w:val="009C492F"/>
    <w:rsid w:val="009C4F01"/>
    <w:rsid w:val="009C5690"/>
    <w:rsid w:val="009C68F7"/>
    <w:rsid w:val="009C6E63"/>
    <w:rsid w:val="009C6F16"/>
    <w:rsid w:val="009C72DD"/>
    <w:rsid w:val="009C74D5"/>
    <w:rsid w:val="009D0496"/>
    <w:rsid w:val="009D189A"/>
    <w:rsid w:val="009D2A07"/>
    <w:rsid w:val="009D379A"/>
    <w:rsid w:val="009D3897"/>
    <w:rsid w:val="009D3985"/>
    <w:rsid w:val="009D39FF"/>
    <w:rsid w:val="009D4215"/>
    <w:rsid w:val="009D51DB"/>
    <w:rsid w:val="009D5AEF"/>
    <w:rsid w:val="009D6516"/>
    <w:rsid w:val="009D68E0"/>
    <w:rsid w:val="009D69F7"/>
    <w:rsid w:val="009D6D9A"/>
    <w:rsid w:val="009D727B"/>
    <w:rsid w:val="009D7852"/>
    <w:rsid w:val="009D7C1C"/>
    <w:rsid w:val="009D7EC3"/>
    <w:rsid w:val="009D7F4A"/>
    <w:rsid w:val="009E06EE"/>
    <w:rsid w:val="009E0F13"/>
    <w:rsid w:val="009E10B9"/>
    <w:rsid w:val="009E13C5"/>
    <w:rsid w:val="009E21A5"/>
    <w:rsid w:val="009E21F1"/>
    <w:rsid w:val="009E29BF"/>
    <w:rsid w:val="009E324F"/>
    <w:rsid w:val="009E33E6"/>
    <w:rsid w:val="009E3725"/>
    <w:rsid w:val="009E3AD1"/>
    <w:rsid w:val="009E4F6E"/>
    <w:rsid w:val="009E5404"/>
    <w:rsid w:val="009E5E92"/>
    <w:rsid w:val="009E61B6"/>
    <w:rsid w:val="009E680A"/>
    <w:rsid w:val="009E6979"/>
    <w:rsid w:val="009E6A0C"/>
    <w:rsid w:val="009E719F"/>
    <w:rsid w:val="009F0720"/>
    <w:rsid w:val="009F0D26"/>
    <w:rsid w:val="009F1068"/>
    <w:rsid w:val="009F31DF"/>
    <w:rsid w:val="009F388A"/>
    <w:rsid w:val="009F435C"/>
    <w:rsid w:val="009F4DE8"/>
    <w:rsid w:val="009F4E28"/>
    <w:rsid w:val="009F599B"/>
    <w:rsid w:val="009F5B5B"/>
    <w:rsid w:val="009F5BC1"/>
    <w:rsid w:val="009F6E13"/>
    <w:rsid w:val="009F6E8F"/>
    <w:rsid w:val="009F7326"/>
    <w:rsid w:val="00A00F9D"/>
    <w:rsid w:val="00A017C9"/>
    <w:rsid w:val="00A0238C"/>
    <w:rsid w:val="00A03346"/>
    <w:rsid w:val="00A03347"/>
    <w:rsid w:val="00A036AA"/>
    <w:rsid w:val="00A03E93"/>
    <w:rsid w:val="00A03F26"/>
    <w:rsid w:val="00A044BC"/>
    <w:rsid w:val="00A044E7"/>
    <w:rsid w:val="00A04AD0"/>
    <w:rsid w:val="00A04EDB"/>
    <w:rsid w:val="00A051B8"/>
    <w:rsid w:val="00A054F7"/>
    <w:rsid w:val="00A0573A"/>
    <w:rsid w:val="00A058C9"/>
    <w:rsid w:val="00A0631B"/>
    <w:rsid w:val="00A063AA"/>
    <w:rsid w:val="00A0682F"/>
    <w:rsid w:val="00A06CC2"/>
    <w:rsid w:val="00A06D79"/>
    <w:rsid w:val="00A07567"/>
    <w:rsid w:val="00A07D40"/>
    <w:rsid w:val="00A10F6D"/>
    <w:rsid w:val="00A11390"/>
    <w:rsid w:val="00A119E9"/>
    <w:rsid w:val="00A124B3"/>
    <w:rsid w:val="00A12961"/>
    <w:rsid w:val="00A13FDF"/>
    <w:rsid w:val="00A14486"/>
    <w:rsid w:val="00A14F65"/>
    <w:rsid w:val="00A15EFC"/>
    <w:rsid w:val="00A20AEA"/>
    <w:rsid w:val="00A21434"/>
    <w:rsid w:val="00A21A21"/>
    <w:rsid w:val="00A21D0F"/>
    <w:rsid w:val="00A22B75"/>
    <w:rsid w:val="00A22FC0"/>
    <w:rsid w:val="00A23C5F"/>
    <w:rsid w:val="00A23D2C"/>
    <w:rsid w:val="00A251BE"/>
    <w:rsid w:val="00A25C4A"/>
    <w:rsid w:val="00A26026"/>
    <w:rsid w:val="00A26F86"/>
    <w:rsid w:val="00A27976"/>
    <w:rsid w:val="00A30226"/>
    <w:rsid w:val="00A302D9"/>
    <w:rsid w:val="00A305BD"/>
    <w:rsid w:val="00A30F00"/>
    <w:rsid w:val="00A31520"/>
    <w:rsid w:val="00A31D7E"/>
    <w:rsid w:val="00A33082"/>
    <w:rsid w:val="00A33229"/>
    <w:rsid w:val="00A334C5"/>
    <w:rsid w:val="00A33C18"/>
    <w:rsid w:val="00A340CB"/>
    <w:rsid w:val="00A36207"/>
    <w:rsid w:val="00A36381"/>
    <w:rsid w:val="00A3666C"/>
    <w:rsid w:val="00A367AA"/>
    <w:rsid w:val="00A36BB3"/>
    <w:rsid w:val="00A36E4C"/>
    <w:rsid w:val="00A37681"/>
    <w:rsid w:val="00A37DBB"/>
    <w:rsid w:val="00A40FB5"/>
    <w:rsid w:val="00A41951"/>
    <w:rsid w:val="00A419BA"/>
    <w:rsid w:val="00A435A6"/>
    <w:rsid w:val="00A44767"/>
    <w:rsid w:val="00A447E8"/>
    <w:rsid w:val="00A44933"/>
    <w:rsid w:val="00A455E3"/>
    <w:rsid w:val="00A45945"/>
    <w:rsid w:val="00A4603E"/>
    <w:rsid w:val="00A47366"/>
    <w:rsid w:val="00A473AF"/>
    <w:rsid w:val="00A47F1F"/>
    <w:rsid w:val="00A50BE6"/>
    <w:rsid w:val="00A50FEC"/>
    <w:rsid w:val="00A51B15"/>
    <w:rsid w:val="00A51FFE"/>
    <w:rsid w:val="00A5216C"/>
    <w:rsid w:val="00A52181"/>
    <w:rsid w:val="00A52ED4"/>
    <w:rsid w:val="00A5435B"/>
    <w:rsid w:val="00A5467B"/>
    <w:rsid w:val="00A55648"/>
    <w:rsid w:val="00A55C2D"/>
    <w:rsid w:val="00A55CF2"/>
    <w:rsid w:val="00A561D2"/>
    <w:rsid w:val="00A569CC"/>
    <w:rsid w:val="00A56F83"/>
    <w:rsid w:val="00A57C0D"/>
    <w:rsid w:val="00A60663"/>
    <w:rsid w:val="00A607E5"/>
    <w:rsid w:val="00A61689"/>
    <w:rsid w:val="00A622BC"/>
    <w:rsid w:val="00A62AAC"/>
    <w:rsid w:val="00A6308F"/>
    <w:rsid w:val="00A635CB"/>
    <w:rsid w:val="00A64036"/>
    <w:rsid w:val="00A64472"/>
    <w:rsid w:val="00A64DCA"/>
    <w:rsid w:val="00A6514E"/>
    <w:rsid w:val="00A6574D"/>
    <w:rsid w:val="00A669F2"/>
    <w:rsid w:val="00A67C95"/>
    <w:rsid w:val="00A701C6"/>
    <w:rsid w:val="00A70B0D"/>
    <w:rsid w:val="00A70BFE"/>
    <w:rsid w:val="00A70E9D"/>
    <w:rsid w:val="00A70EA1"/>
    <w:rsid w:val="00A71178"/>
    <w:rsid w:val="00A71421"/>
    <w:rsid w:val="00A7146D"/>
    <w:rsid w:val="00A71DC8"/>
    <w:rsid w:val="00A72469"/>
    <w:rsid w:val="00A72A38"/>
    <w:rsid w:val="00A7350A"/>
    <w:rsid w:val="00A73A02"/>
    <w:rsid w:val="00A73D3D"/>
    <w:rsid w:val="00A7400B"/>
    <w:rsid w:val="00A741AD"/>
    <w:rsid w:val="00A74655"/>
    <w:rsid w:val="00A7532D"/>
    <w:rsid w:val="00A75453"/>
    <w:rsid w:val="00A75849"/>
    <w:rsid w:val="00A75A0F"/>
    <w:rsid w:val="00A75D12"/>
    <w:rsid w:val="00A7638C"/>
    <w:rsid w:val="00A76FC0"/>
    <w:rsid w:val="00A77354"/>
    <w:rsid w:val="00A774A1"/>
    <w:rsid w:val="00A77FDD"/>
    <w:rsid w:val="00A8043E"/>
    <w:rsid w:val="00A80C60"/>
    <w:rsid w:val="00A814CC"/>
    <w:rsid w:val="00A81DB7"/>
    <w:rsid w:val="00A82610"/>
    <w:rsid w:val="00A8277A"/>
    <w:rsid w:val="00A82B1E"/>
    <w:rsid w:val="00A82E28"/>
    <w:rsid w:val="00A83458"/>
    <w:rsid w:val="00A83926"/>
    <w:rsid w:val="00A83B8F"/>
    <w:rsid w:val="00A84373"/>
    <w:rsid w:val="00A84DF1"/>
    <w:rsid w:val="00A85179"/>
    <w:rsid w:val="00A854AC"/>
    <w:rsid w:val="00A85504"/>
    <w:rsid w:val="00A858C7"/>
    <w:rsid w:val="00A86BB6"/>
    <w:rsid w:val="00A9021B"/>
    <w:rsid w:val="00A90348"/>
    <w:rsid w:val="00A91408"/>
    <w:rsid w:val="00A91891"/>
    <w:rsid w:val="00A91D8C"/>
    <w:rsid w:val="00A91F36"/>
    <w:rsid w:val="00A91F3C"/>
    <w:rsid w:val="00A9243D"/>
    <w:rsid w:val="00A926FB"/>
    <w:rsid w:val="00A944E6"/>
    <w:rsid w:val="00A94AF9"/>
    <w:rsid w:val="00A95455"/>
    <w:rsid w:val="00A9545C"/>
    <w:rsid w:val="00A96676"/>
    <w:rsid w:val="00A96809"/>
    <w:rsid w:val="00A96906"/>
    <w:rsid w:val="00A9691C"/>
    <w:rsid w:val="00A96AF0"/>
    <w:rsid w:val="00A9731A"/>
    <w:rsid w:val="00A97F04"/>
    <w:rsid w:val="00AA0F8F"/>
    <w:rsid w:val="00AA0FBD"/>
    <w:rsid w:val="00AA14A9"/>
    <w:rsid w:val="00AA1661"/>
    <w:rsid w:val="00AA1E23"/>
    <w:rsid w:val="00AA21AF"/>
    <w:rsid w:val="00AA3345"/>
    <w:rsid w:val="00AA33EA"/>
    <w:rsid w:val="00AA3844"/>
    <w:rsid w:val="00AA4675"/>
    <w:rsid w:val="00AA5174"/>
    <w:rsid w:val="00AA54AE"/>
    <w:rsid w:val="00AA6154"/>
    <w:rsid w:val="00AA635A"/>
    <w:rsid w:val="00AA7136"/>
    <w:rsid w:val="00AA723E"/>
    <w:rsid w:val="00AA7E8A"/>
    <w:rsid w:val="00AB0699"/>
    <w:rsid w:val="00AB0EFD"/>
    <w:rsid w:val="00AB16CA"/>
    <w:rsid w:val="00AB1A09"/>
    <w:rsid w:val="00AB2EA3"/>
    <w:rsid w:val="00AB3041"/>
    <w:rsid w:val="00AB3D36"/>
    <w:rsid w:val="00AB47FF"/>
    <w:rsid w:val="00AB482D"/>
    <w:rsid w:val="00AB48AE"/>
    <w:rsid w:val="00AB4A64"/>
    <w:rsid w:val="00AB4C2E"/>
    <w:rsid w:val="00AB508D"/>
    <w:rsid w:val="00AB521A"/>
    <w:rsid w:val="00AB5702"/>
    <w:rsid w:val="00AB5DF8"/>
    <w:rsid w:val="00AB6357"/>
    <w:rsid w:val="00AC021A"/>
    <w:rsid w:val="00AC0602"/>
    <w:rsid w:val="00AC0D07"/>
    <w:rsid w:val="00AC16FD"/>
    <w:rsid w:val="00AC2734"/>
    <w:rsid w:val="00AC300F"/>
    <w:rsid w:val="00AC3122"/>
    <w:rsid w:val="00AC3800"/>
    <w:rsid w:val="00AC383E"/>
    <w:rsid w:val="00AC4A57"/>
    <w:rsid w:val="00AC4F31"/>
    <w:rsid w:val="00AC50F9"/>
    <w:rsid w:val="00AC6BDA"/>
    <w:rsid w:val="00AC6DCA"/>
    <w:rsid w:val="00AC6DFC"/>
    <w:rsid w:val="00AC7273"/>
    <w:rsid w:val="00AC768F"/>
    <w:rsid w:val="00AC76A9"/>
    <w:rsid w:val="00AD0290"/>
    <w:rsid w:val="00AD035D"/>
    <w:rsid w:val="00AD059B"/>
    <w:rsid w:val="00AD0DB0"/>
    <w:rsid w:val="00AD1AAE"/>
    <w:rsid w:val="00AD220A"/>
    <w:rsid w:val="00AD22F1"/>
    <w:rsid w:val="00AD2512"/>
    <w:rsid w:val="00AD29AA"/>
    <w:rsid w:val="00AD2A2C"/>
    <w:rsid w:val="00AD2B8A"/>
    <w:rsid w:val="00AD307F"/>
    <w:rsid w:val="00AD3D4B"/>
    <w:rsid w:val="00AD436B"/>
    <w:rsid w:val="00AD4460"/>
    <w:rsid w:val="00AD49B1"/>
    <w:rsid w:val="00AD56A9"/>
    <w:rsid w:val="00AD594C"/>
    <w:rsid w:val="00AD59E6"/>
    <w:rsid w:val="00AD5E4C"/>
    <w:rsid w:val="00AD75AF"/>
    <w:rsid w:val="00AD7929"/>
    <w:rsid w:val="00AE0092"/>
    <w:rsid w:val="00AE1D38"/>
    <w:rsid w:val="00AE1EBA"/>
    <w:rsid w:val="00AE2023"/>
    <w:rsid w:val="00AE2649"/>
    <w:rsid w:val="00AE278A"/>
    <w:rsid w:val="00AE28D8"/>
    <w:rsid w:val="00AE2A4F"/>
    <w:rsid w:val="00AE37A3"/>
    <w:rsid w:val="00AE3956"/>
    <w:rsid w:val="00AE3E38"/>
    <w:rsid w:val="00AE46AC"/>
    <w:rsid w:val="00AE4C6F"/>
    <w:rsid w:val="00AE50B6"/>
    <w:rsid w:val="00AE65A0"/>
    <w:rsid w:val="00AE6E5F"/>
    <w:rsid w:val="00AE6F20"/>
    <w:rsid w:val="00AE737D"/>
    <w:rsid w:val="00AE76A0"/>
    <w:rsid w:val="00AF00B2"/>
    <w:rsid w:val="00AF07F3"/>
    <w:rsid w:val="00AF0896"/>
    <w:rsid w:val="00AF126E"/>
    <w:rsid w:val="00AF12BA"/>
    <w:rsid w:val="00AF1AE9"/>
    <w:rsid w:val="00AF1D99"/>
    <w:rsid w:val="00AF2298"/>
    <w:rsid w:val="00AF2E02"/>
    <w:rsid w:val="00AF3B1F"/>
    <w:rsid w:val="00AF3C03"/>
    <w:rsid w:val="00AF47C7"/>
    <w:rsid w:val="00AF4C83"/>
    <w:rsid w:val="00AF5200"/>
    <w:rsid w:val="00AF5DC8"/>
    <w:rsid w:val="00AF668D"/>
    <w:rsid w:val="00AF68A7"/>
    <w:rsid w:val="00AF6D7C"/>
    <w:rsid w:val="00AF6E6B"/>
    <w:rsid w:val="00AF70A4"/>
    <w:rsid w:val="00AF70D8"/>
    <w:rsid w:val="00AF7657"/>
    <w:rsid w:val="00B0013B"/>
    <w:rsid w:val="00B00C0B"/>
    <w:rsid w:val="00B00E78"/>
    <w:rsid w:val="00B0148E"/>
    <w:rsid w:val="00B02621"/>
    <w:rsid w:val="00B0295F"/>
    <w:rsid w:val="00B035AB"/>
    <w:rsid w:val="00B03AC9"/>
    <w:rsid w:val="00B04459"/>
    <w:rsid w:val="00B048D2"/>
    <w:rsid w:val="00B04B9F"/>
    <w:rsid w:val="00B06D6B"/>
    <w:rsid w:val="00B07FD1"/>
    <w:rsid w:val="00B07FE2"/>
    <w:rsid w:val="00B105C4"/>
    <w:rsid w:val="00B10D4D"/>
    <w:rsid w:val="00B114FE"/>
    <w:rsid w:val="00B11679"/>
    <w:rsid w:val="00B128B9"/>
    <w:rsid w:val="00B132F0"/>
    <w:rsid w:val="00B135B9"/>
    <w:rsid w:val="00B13B44"/>
    <w:rsid w:val="00B16578"/>
    <w:rsid w:val="00B170DD"/>
    <w:rsid w:val="00B17F20"/>
    <w:rsid w:val="00B205B8"/>
    <w:rsid w:val="00B21079"/>
    <w:rsid w:val="00B21161"/>
    <w:rsid w:val="00B21449"/>
    <w:rsid w:val="00B2237F"/>
    <w:rsid w:val="00B22B3D"/>
    <w:rsid w:val="00B22DD5"/>
    <w:rsid w:val="00B23463"/>
    <w:rsid w:val="00B234A3"/>
    <w:rsid w:val="00B25017"/>
    <w:rsid w:val="00B2507C"/>
    <w:rsid w:val="00B251F9"/>
    <w:rsid w:val="00B25267"/>
    <w:rsid w:val="00B25377"/>
    <w:rsid w:val="00B25C37"/>
    <w:rsid w:val="00B26A6F"/>
    <w:rsid w:val="00B273B9"/>
    <w:rsid w:val="00B27B84"/>
    <w:rsid w:val="00B27F6A"/>
    <w:rsid w:val="00B30503"/>
    <w:rsid w:val="00B305D8"/>
    <w:rsid w:val="00B30F1F"/>
    <w:rsid w:val="00B3123A"/>
    <w:rsid w:val="00B32192"/>
    <w:rsid w:val="00B3237E"/>
    <w:rsid w:val="00B34553"/>
    <w:rsid w:val="00B345B7"/>
    <w:rsid w:val="00B34CF1"/>
    <w:rsid w:val="00B363B8"/>
    <w:rsid w:val="00B365D5"/>
    <w:rsid w:val="00B368D0"/>
    <w:rsid w:val="00B3733E"/>
    <w:rsid w:val="00B40C2E"/>
    <w:rsid w:val="00B40D7A"/>
    <w:rsid w:val="00B40EB6"/>
    <w:rsid w:val="00B411A8"/>
    <w:rsid w:val="00B412AA"/>
    <w:rsid w:val="00B41431"/>
    <w:rsid w:val="00B41B28"/>
    <w:rsid w:val="00B42702"/>
    <w:rsid w:val="00B427A8"/>
    <w:rsid w:val="00B42FD8"/>
    <w:rsid w:val="00B437D4"/>
    <w:rsid w:val="00B44BC6"/>
    <w:rsid w:val="00B44F5E"/>
    <w:rsid w:val="00B45127"/>
    <w:rsid w:val="00B45190"/>
    <w:rsid w:val="00B464FC"/>
    <w:rsid w:val="00B47AD8"/>
    <w:rsid w:val="00B47CFD"/>
    <w:rsid w:val="00B51852"/>
    <w:rsid w:val="00B522E1"/>
    <w:rsid w:val="00B52452"/>
    <w:rsid w:val="00B538E9"/>
    <w:rsid w:val="00B54052"/>
    <w:rsid w:val="00B56F14"/>
    <w:rsid w:val="00B57683"/>
    <w:rsid w:val="00B60656"/>
    <w:rsid w:val="00B611B0"/>
    <w:rsid w:val="00B61C0D"/>
    <w:rsid w:val="00B61E85"/>
    <w:rsid w:val="00B61F89"/>
    <w:rsid w:val="00B62356"/>
    <w:rsid w:val="00B625D2"/>
    <w:rsid w:val="00B64842"/>
    <w:rsid w:val="00B656BF"/>
    <w:rsid w:val="00B66DAF"/>
    <w:rsid w:val="00B67E04"/>
    <w:rsid w:val="00B67E99"/>
    <w:rsid w:val="00B67F75"/>
    <w:rsid w:val="00B70721"/>
    <w:rsid w:val="00B70A88"/>
    <w:rsid w:val="00B70D69"/>
    <w:rsid w:val="00B70E70"/>
    <w:rsid w:val="00B70FAA"/>
    <w:rsid w:val="00B716B2"/>
    <w:rsid w:val="00B716CE"/>
    <w:rsid w:val="00B7215D"/>
    <w:rsid w:val="00B72898"/>
    <w:rsid w:val="00B728EB"/>
    <w:rsid w:val="00B733BC"/>
    <w:rsid w:val="00B736BD"/>
    <w:rsid w:val="00B74998"/>
    <w:rsid w:val="00B74A30"/>
    <w:rsid w:val="00B75631"/>
    <w:rsid w:val="00B75699"/>
    <w:rsid w:val="00B768DE"/>
    <w:rsid w:val="00B76D80"/>
    <w:rsid w:val="00B77FA1"/>
    <w:rsid w:val="00B809CB"/>
    <w:rsid w:val="00B80ABD"/>
    <w:rsid w:val="00B81757"/>
    <w:rsid w:val="00B81958"/>
    <w:rsid w:val="00B819A0"/>
    <w:rsid w:val="00B822A3"/>
    <w:rsid w:val="00B823EE"/>
    <w:rsid w:val="00B8278E"/>
    <w:rsid w:val="00B82CEC"/>
    <w:rsid w:val="00B82F15"/>
    <w:rsid w:val="00B839BC"/>
    <w:rsid w:val="00B83ADA"/>
    <w:rsid w:val="00B83FF9"/>
    <w:rsid w:val="00B851F5"/>
    <w:rsid w:val="00B8563A"/>
    <w:rsid w:val="00B861C2"/>
    <w:rsid w:val="00B86FE5"/>
    <w:rsid w:val="00B9049E"/>
    <w:rsid w:val="00B90910"/>
    <w:rsid w:val="00B90DDE"/>
    <w:rsid w:val="00B91A1C"/>
    <w:rsid w:val="00B93B49"/>
    <w:rsid w:val="00B93CFE"/>
    <w:rsid w:val="00B9429F"/>
    <w:rsid w:val="00B945C9"/>
    <w:rsid w:val="00B94627"/>
    <w:rsid w:val="00B94684"/>
    <w:rsid w:val="00B94F9F"/>
    <w:rsid w:val="00B9546B"/>
    <w:rsid w:val="00B955DD"/>
    <w:rsid w:val="00B96DB0"/>
    <w:rsid w:val="00B97A64"/>
    <w:rsid w:val="00B97FDE"/>
    <w:rsid w:val="00BA17E0"/>
    <w:rsid w:val="00BA1BCC"/>
    <w:rsid w:val="00BA3645"/>
    <w:rsid w:val="00BA3D7E"/>
    <w:rsid w:val="00BA4218"/>
    <w:rsid w:val="00BA4600"/>
    <w:rsid w:val="00BA4EC5"/>
    <w:rsid w:val="00BA4EF1"/>
    <w:rsid w:val="00BA5092"/>
    <w:rsid w:val="00BA5227"/>
    <w:rsid w:val="00BA55AD"/>
    <w:rsid w:val="00BA57A5"/>
    <w:rsid w:val="00BA5EC1"/>
    <w:rsid w:val="00BA6334"/>
    <w:rsid w:val="00BA67A3"/>
    <w:rsid w:val="00BA783C"/>
    <w:rsid w:val="00BB0554"/>
    <w:rsid w:val="00BB0AC4"/>
    <w:rsid w:val="00BB1476"/>
    <w:rsid w:val="00BB1774"/>
    <w:rsid w:val="00BB1CB1"/>
    <w:rsid w:val="00BB25C7"/>
    <w:rsid w:val="00BB30DB"/>
    <w:rsid w:val="00BB368C"/>
    <w:rsid w:val="00BB3CA3"/>
    <w:rsid w:val="00BB43CC"/>
    <w:rsid w:val="00BB4954"/>
    <w:rsid w:val="00BB4F0B"/>
    <w:rsid w:val="00BB5593"/>
    <w:rsid w:val="00BB55CC"/>
    <w:rsid w:val="00BB58EB"/>
    <w:rsid w:val="00BB69F5"/>
    <w:rsid w:val="00BB6BFF"/>
    <w:rsid w:val="00BB7166"/>
    <w:rsid w:val="00BB7240"/>
    <w:rsid w:val="00BB7256"/>
    <w:rsid w:val="00BB75B4"/>
    <w:rsid w:val="00BB764E"/>
    <w:rsid w:val="00BC0211"/>
    <w:rsid w:val="00BC02C5"/>
    <w:rsid w:val="00BC03AD"/>
    <w:rsid w:val="00BC04C1"/>
    <w:rsid w:val="00BC09C1"/>
    <w:rsid w:val="00BC20BC"/>
    <w:rsid w:val="00BC2412"/>
    <w:rsid w:val="00BC28DA"/>
    <w:rsid w:val="00BC319E"/>
    <w:rsid w:val="00BC325D"/>
    <w:rsid w:val="00BC39E3"/>
    <w:rsid w:val="00BC3BA5"/>
    <w:rsid w:val="00BC3F48"/>
    <w:rsid w:val="00BC457C"/>
    <w:rsid w:val="00BC5163"/>
    <w:rsid w:val="00BC6432"/>
    <w:rsid w:val="00BC6DA7"/>
    <w:rsid w:val="00BC717E"/>
    <w:rsid w:val="00BC71B3"/>
    <w:rsid w:val="00BD023B"/>
    <w:rsid w:val="00BD095A"/>
    <w:rsid w:val="00BD13C7"/>
    <w:rsid w:val="00BD1898"/>
    <w:rsid w:val="00BD1D82"/>
    <w:rsid w:val="00BD2803"/>
    <w:rsid w:val="00BD2846"/>
    <w:rsid w:val="00BD38C1"/>
    <w:rsid w:val="00BD4F00"/>
    <w:rsid w:val="00BD5100"/>
    <w:rsid w:val="00BD543D"/>
    <w:rsid w:val="00BD5B5A"/>
    <w:rsid w:val="00BD5EAC"/>
    <w:rsid w:val="00BD65EC"/>
    <w:rsid w:val="00BD741B"/>
    <w:rsid w:val="00BD79ED"/>
    <w:rsid w:val="00BD7C7A"/>
    <w:rsid w:val="00BE033E"/>
    <w:rsid w:val="00BE0F74"/>
    <w:rsid w:val="00BE115A"/>
    <w:rsid w:val="00BE1CFA"/>
    <w:rsid w:val="00BE2707"/>
    <w:rsid w:val="00BE3663"/>
    <w:rsid w:val="00BE4590"/>
    <w:rsid w:val="00BE4644"/>
    <w:rsid w:val="00BE5058"/>
    <w:rsid w:val="00BE5753"/>
    <w:rsid w:val="00BE620D"/>
    <w:rsid w:val="00BE6E84"/>
    <w:rsid w:val="00BE7BC8"/>
    <w:rsid w:val="00BF0BB0"/>
    <w:rsid w:val="00BF187D"/>
    <w:rsid w:val="00BF1EF7"/>
    <w:rsid w:val="00BF28F2"/>
    <w:rsid w:val="00BF3D6E"/>
    <w:rsid w:val="00BF4DCC"/>
    <w:rsid w:val="00BF4FF6"/>
    <w:rsid w:val="00BF5057"/>
    <w:rsid w:val="00BF5946"/>
    <w:rsid w:val="00BF74FD"/>
    <w:rsid w:val="00BF77D3"/>
    <w:rsid w:val="00BF78AB"/>
    <w:rsid w:val="00C0052C"/>
    <w:rsid w:val="00C00E17"/>
    <w:rsid w:val="00C00F3E"/>
    <w:rsid w:val="00C01E3E"/>
    <w:rsid w:val="00C021B0"/>
    <w:rsid w:val="00C028EC"/>
    <w:rsid w:val="00C02B05"/>
    <w:rsid w:val="00C034C9"/>
    <w:rsid w:val="00C03C01"/>
    <w:rsid w:val="00C03CA4"/>
    <w:rsid w:val="00C04631"/>
    <w:rsid w:val="00C05517"/>
    <w:rsid w:val="00C05AB4"/>
    <w:rsid w:val="00C06293"/>
    <w:rsid w:val="00C06E5B"/>
    <w:rsid w:val="00C06EC7"/>
    <w:rsid w:val="00C07260"/>
    <w:rsid w:val="00C07960"/>
    <w:rsid w:val="00C119D5"/>
    <w:rsid w:val="00C11B31"/>
    <w:rsid w:val="00C11EBC"/>
    <w:rsid w:val="00C12EEB"/>
    <w:rsid w:val="00C12F5F"/>
    <w:rsid w:val="00C13E01"/>
    <w:rsid w:val="00C1647F"/>
    <w:rsid w:val="00C168C9"/>
    <w:rsid w:val="00C16DE6"/>
    <w:rsid w:val="00C16EBC"/>
    <w:rsid w:val="00C17052"/>
    <w:rsid w:val="00C176F7"/>
    <w:rsid w:val="00C205C8"/>
    <w:rsid w:val="00C20EF2"/>
    <w:rsid w:val="00C216C8"/>
    <w:rsid w:val="00C218E2"/>
    <w:rsid w:val="00C21A63"/>
    <w:rsid w:val="00C21C9C"/>
    <w:rsid w:val="00C22B67"/>
    <w:rsid w:val="00C231FA"/>
    <w:rsid w:val="00C23668"/>
    <w:rsid w:val="00C24C8B"/>
    <w:rsid w:val="00C250B4"/>
    <w:rsid w:val="00C27CBA"/>
    <w:rsid w:val="00C30B4C"/>
    <w:rsid w:val="00C31737"/>
    <w:rsid w:val="00C3190E"/>
    <w:rsid w:val="00C3214A"/>
    <w:rsid w:val="00C32CFE"/>
    <w:rsid w:val="00C338EF"/>
    <w:rsid w:val="00C34172"/>
    <w:rsid w:val="00C34CAF"/>
    <w:rsid w:val="00C34D2F"/>
    <w:rsid w:val="00C34D9A"/>
    <w:rsid w:val="00C35D6D"/>
    <w:rsid w:val="00C362D3"/>
    <w:rsid w:val="00C36446"/>
    <w:rsid w:val="00C365B8"/>
    <w:rsid w:val="00C3738A"/>
    <w:rsid w:val="00C403D2"/>
    <w:rsid w:val="00C40A5B"/>
    <w:rsid w:val="00C40DA3"/>
    <w:rsid w:val="00C41121"/>
    <w:rsid w:val="00C41895"/>
    <w:rsid w:val="00C427E8"/>
    <w:rsid w:val="00C42B95"/>
    <w:rsid w:val="00C43425"/>
    <w:rsid w:val="00C43D84"/>
    <w:rsid w:val="00C443C4"/>
    <w:rsid w:val="00C4461E"/>
    <w:rsid w:val="00C448EA"/>
    <w:rsid w:val="00C45167"/>
    <w:rsid w:val="00C46A50"/>
    <w:rsid w:val="00C46BFC"/>
    <w:rsid w:val="00C46CA2"/>
    <w:rsid w:val="00C472AC"/>
    <w:rsid w:val="00C475BC"/>
    <w:rsid w:val="00C47C65"/>
    <w:rsid w:val="00C52464"/>
    <w:rsid w:val="00C53007"/>
    <w:rsid w:val="00C53583"/>
    <w:rsid w:val="00C535DD"/>
    <w:rsid w:val="00C53BF5"/>
    <w:rsid w:val="00C540E4"/>
    <w:rsid w:val="00C54A66"/>
    <w:rsid w:val="00C54AE1"/>
    <w:rsid w:val="00C54D82"/>
    <w:rsid w:val="00C562FB"/>
    <w:rsid w:val="00C575EF"/>
    <w:rsid w:val="00C57EE3"/>
    <w:rsid w:val="00C60868"/>
    <w:rsid w:val="00C60AEE"/>
    <w:rsid w:val="00C60B24"/>
    <w:rsid w:val="00C612A5"/>
    <w:rsid w:val="00C613D8"/>
    <w:rsid w:val="00C6193D"/>
    <w:rsid w:val="00C634EB"/>
    <w:rsid w:val="00C6446B"/>
    <w:rsid w:val="00C64F6C"/>
    <w:rsid w:val="00C65053"/>
    <w:rsid w:val="00C65EE1"/>
    <w:rsid w:val="00C6723C"/>
    <w:rsid w:val="00C7040D"/>
    <w:rsid w:val="00C70539"/>
    <w:rsid w:val="00C70565"/>
    <w:rsid w:val="00C70693"/>
    <w:rsid w:val="00C71EAF"/>
    <w:rsid w:val="00C7361E"/>
    <w:rsid w:val="00C73ABC"/>
    <w:rsid w:val="00C73F33"/>
    <w:rsid w:val="00C746E5"/>
    <w:rsid w:val="00C7520B"/>
    <w:rsid w:val="00C7552D"/>
    <w:rsid w:val="00C75777"/>
    <w:rsid w:val="00C76E3F"/>
    <w:rsid w:val="00C7734F"/>
    <w:rsid w:val="00C77519"/>
    <w:rsid w:val="00C776F2"/>
    <w:rsid w:val="00C77714"/>
    <w:rsid w:val="00C800B6"/>
    <w:rsid w:val="00C80207"/>
    <w:rsid w:val="00C8025F"/>
    <w:rsid w:val="00C80DB0"/>
    <w:rsid w:val="00C81381"/>
    <w:rsid w:val="00C8291F"/>
    <w:rsid w:val="00C82CDC"/>
    <w:rsid w:val="00C83E73"/>
    <w:rsid w:val="00C83E7E"/>
    <w:rsid w:val="00C83FE5"/>
    <w:rsid w:val="00C844C1"/>
    <w:rsid w:val="00C85907"/>
    <w:rsid w:val="00C86218"/>
    <w:rsid w:val="00C867ED"/>
    <w:rsid w:val="00C86982"/>
    <w:rsid w:val="00C86ED1"/>
    <w:rsid w:val="00C87ABE"/>
    <w:rsid w:val="00C905FF"/>
    <w:rsid w:val="00C90767"/>
    <w:rsid w:val="00C91923"/>
    <w:rsid w:val="00C9200C"/>
    <w:rsid w:val="00C933C6"/>
    <w:rsid w:val="00C93506"/>
    <w:rsid w:val="00C93E6B"/>
    <w:rsid w:val="00C94376"/>
    <w:rsid w:val="00C943C7"/>
    <w:rsid w:val="00C946AB"/>
    <w:rsid w:val="00C9496F"/>
    <w:rsid w:val="00C950AF"/>
    <w:rsid w:val="00C96675"/>
    <w:rsid w:val="00C9754D"/>
    <w:rsid w:val="00C97E39"/>
    <w:rsid w:val="00CA0455"/>
    <w:rsid w:val="00CA125A"/>
    <w:rsid w:val="00CA23CF"/>
    <w:rsid w:val="00CA28F7"/>
    <w:rsid w:val="00CA2D10"/>
    <w:rsid w:val="00CA2EE6"/>
    <w:rsid w:val="00CA3C7A"/>
    <w:rsid w:val="00CA3E47"/>
    <w:rsid w:val="00CA3ECC"/>
    <w:rsid w:val="00CA42B5"/>
    <w:rsid w:val="00CA441B"/>
    <w:rsid w:val="00CA452F"/>
    <w:rsid w:val="00CA650A"/>
    <w:rsid w:val="00CA7747"/>
    <w:rsid w:val="00CA788B"/>
    <w:rsid w:val="00CB1715"/>
    <w:rsid w:val="00CB181E"/>
    <w:rsid w:val="00CB1B31"/>
    <w:rsid w:val="00CB2671"/>
    <w:rsid w:val="00CB414F"/>
    <w:rsid w:val="00CB508C"/>
    <w:rsid w:val="00CB50B0"/>
    <w:rsid w:val="00CB53FC"/>
    <w:rsid w:val="00CB5711"/>
    <w:rsid w:val="00CB5DF2"/>
    <w:rsid w:val="00CB60C2"/>
    <w:rsid w:val="00CB61BC"/>
    <w:rsid w:val="00CB6624"/>
    <w:rsid w:val="00CB68FB"/>
    <w:rsid w:val="00CC1768"/>
    <w:rsid w:val="00CC21A0"/>
    <w:rsid w:val="00CC2879"/>
    <w:rsid w:val="00CC2B8E"/>
    <w:rsid w:val="00CC3868"/>
    <w:rsid w:val="00CC47E5"/>
    <w:rsid w:val="00CC494B"/>
    <w:rsid w:val="00CC5651"/>
    <w:rsid w:val="00CC592E"/>
    <w:rsid w:val="00CC5D90"/>
    <w:rsid w:val="00CC5DD2"/>
    <w:rsid w:val="00CC6AE9"/>
    <w:rsid w:val="00CC6D37"/>
    <w:rsid w:val="00CC6F4F"/>
    <w:rsid w:val="00CC7045"/>
    <w:rsid w:val="00CC7571"/>
    <w:rsid w:val="00CD07CE"/>
    <w:rsid w:val="00CD1215"/>
    <w:rsid w:val="00CD1842"/>
    <w:rsid w:val="00CD2239"/>
    <w:rsid w:val="00CD408A"/>
    <w:rsid w:val="00CD4412"/>
    <w:rsid w:val="00CD558A"/>
    <w:rsid w:val="00CD5FB8"/>
    <w:rsid w:val="00CD69DC"/>
    <w:rsid w:val="00CD6E20"/>
    <w:rsid w:val="00CD773B"/>
    <w:rsid w:val="00CD799F"/>
    <w:rsid w:val="00CD7BCA"/>
    <w:rsid w:val="00CD7E0E"/>
    <w:rsid w:val="00CE06A0"/>
    <w:rsid w:val="00CE2143"/>
    <w:rsid w:val="00CE2A11"/>
    <w:rsid w:val="00CE2E29"/>
    <w:rsid w:val="00CE339B"/>
    <w:rsid w:val="00CE35D8"/>
    <w:rsid w:val="00CE36AC"/>
    <w:rsid w:val="00CE5E25"/>
    <w:rsid w:val="00CE64E4"/>
    <w:rsid w:val="00CE7D24"/>
    <w:rsid w:val="00CE7D45"/>
    <w:rsid w:val="00CE7D7D"/>
    <w:rsid w:val="00CF02C7"/>
    <w:rsid w:val="00CF1634"/>
    <w:rsid w:val="00CF18CB"/>
    <w:rsid w:val="00CF19B2"/>
    <w:rsid w:val="00CF19F4"/>
    <w:rsid w:val="00CF23F9"/>
    <w:rsid w:val="00CF2425"/>
    <w:rsid w:val="00CF250B"/>
    <w:rsid w:val="00CF279C"/>
    <w:rsid w:val="00CF2BB3"/>
    <w:rsid w:val="00CF33D2"/>
    <w:rsid w:val="00CF3889"/>
    <w:rsid w:val="00CF3CF9"/>
    <w:rsid w:val="00CF4D12"/>
    <w:rsid w:val="00CF4F5A"/>
    <w:rsid w:val="00CF52A4"/>
    <w:rsid w:val="00CF59B0"/>
    <w:rsid w:val="00CF6195"/>
    <w:rsid w:val="00CF6664"/>
    <w:rsid w:val="00CF6B5E"/>
    <w:rsid w:val="00CF6DA3"/>
    <w:rsid w:val="00CF7590"/>
    <w:rsid w:val="00D009BF"/>
    <w:rsid w:val="00D00C78"/>
    <w:rsid w:val="00D00E47"/>
    <w:rsid w:val="00D00FF6"/>
    <w:rsid w:val="00D01AC1"/>
    <w:rsid w:val="00D01D32"/>
    <w:rsid w:val="00D024E9"/>
    <w:rsid w:val="00D02926"/>
    <w:rsid w:val="00D03392"/>
    <w:rsid w:val="00D033BD"/>
    <w:rsid w:val="00D03529"/>
    <w:rsid w:val="00D039D4"/>
    <w:rsid w:val="00D04F65"/>
    <w:rsid w:val="00D05836"/>
    <w:rsid w:val="00D05D4F"/>
    <w:rsid w:val="00D05E1D"/>
    <w:rsid w:val="00D061E4"/>
    <w:rsid w:val="00D06219"/>
    <w:rsid w:val="00D063B0"/>
    <w:rsid w:val="00D0681D"/>
    <w:rsid w:val="00D068BD"/>
    <w:rsid w:val="00D06AC6"/>
    <w:rsid w:val="00D06FB4"/>
    <w:rsid w:val="00D0775A"/>
    <w:rsid w:val="00D10384"/>
    <w:rsid w:val="00D1068A"/>
    <w:rsid w:val="00D10772"/>
    <w:rsid w:val="00D115BC"/>
    <w:rsid w:val="00D117DA"/>
    <w:rsid w:val="00D11E42"/>
    <w:rsid w:val="00D122DC"/>
    <w:rsid w:val="00D124AB"/>
    <w:rsid w:val="00D15939"/>
    <w:rsid w:val="00D1624B"/>
    <w:rsid w:val="00D1674F"/>
    <w:rsid w:val="00D16973"/>
    <w:rsid w:val="00D20350"/>
    <w:rsid w:val="00D209B1"/>
    <w:rsid w:val="00D20A39"/>
    <w:rsid w:val="00D20DD7"/>
    <w:rsid w:val="00D2114F"/>
    <w:rsid w:val="00D21266"/>
    <w:rsid w:val="00D21437"/>
    <w:rsid w:val="00D21CCD"/>
    <w:rsid w:val="00D2210A"/>
    <w:rsid w:val="00D22402"/>
    <w:rsid w:val="00D227E0"/>
    <w:rsid w:val="00D22A3E"/>
    <w:rsid w:val="00D24A54"/>
    <w:rsid w:val="00D24D4E"/>
    <w:rsid w:val="00D250ED"/>
    <w:rsid w:val="00D259DD"/>
    <w:rsid w:val="00D25AB6"/>
    <w:rsid w:val="00D26267"/>
    <w:rsid w:val="00D2664F"/>
    <w:rsid w:val="00D26DC3"/>
    <w:rsid w:val="00D31C61"/>
    <w:rsid w:val="00D31FBB"/>
    <w:rsid w:val="00D32AE8"/>
    <w:rsid w:val="00D32C98"/>
    <w:rsid w:val="00D32EDF"/>
    <w:rsid w:val="00D3378A"/>
    <w:rsid w:val="00D348A5"/>
    <w:rsid w:val="00D34B30"/>
    <w:rsid w:val="00D353EF"/>
    <w:rsid w:val="00D358AD"/>
    <w:rsid w:val="00D360F1"/>
    <w:rsid w:val="00D362F6"/>
    <w:rsid w:val="00D4121C"/>
    <w:rsid w:val="00D417A3"/>
    <w:rsid w:val="00D4232E"/>
    <w:rsid w:val="00D42D71"/>
    <w:rsid w:val="00D42F6F"/>
    <w:rsid w:val="00D44514"/>
    <w:rsid w:val="00D4496E"/>
    <w:rsid w:val="00D458B4"/>
    <w:rsid w:val="00D45E8B"/>
    <w:rsid w:val="00D463B3"/>
    <w:rsid w:val="00D465A4"/>
    <w:rsid w:val="00D46A76"/>
    <w:rsid w:val="00D46FF9"/>
    <w:rsid w:val="00D47379"/>
    <w:rsid w:val="00D505C8"/>
    <w:rsid w:val="00D5092D"/>
    <w:rsid w:val="00D50E76"/>
    <w:rsid w:val="00D50EE4"/>
    <w:rsid w:val="00D510D9"/>
    <w:rsid w:val="00D515AC"/>
    <w:rsid w:val="00D51BC6"/>
    <w:rsid w:val="00D521EA"/>
    <w:rsid w:val="00D526DA"/>
    <w:rsid w:val="00D52B9C"/>
    <w:rsid w:val="00D5339E"/>
    <w:rsid w:val="00D54D5F"/>
    <w:rsid w:val="00D55EE3"/>
    <w:rsid w:val="00D564ED"/>
    <w:rsid w:val="00D56B40"/>
    <w:rsid w:val="00D56DDD"/>
    <w:rsid w:val="00D573DD"/>
    <w:rsid w:val="00D579CA"/>
    <w:rsid w:val="00D57F91"/>
    <w:rsid w:val="00D600EA"/>
    <w:rsid w:val="00D6082C"/>
    <w:rsid w:val="00D627B3"/>
    <w:rsid w:val="00D63ABA"/>
    <w:rsid w:val="00D64710"/>
    <w:rsid w:val="00D6476B"/>
    <w:rsid w:val="00D650ED"/>
    <w:rsid w:val="00D6563F"/>
    <w:rsid w:val="00D662FF"/>
    <w:rsid w:val="00D6649A"/>
    <w:rsid w:val="00D67740"/>
    <w:rsid w:val="00D67ABF"/>
    <w:rsid w:val="00D67B53"/>
    <w:rsid w:val="00D67E03"/>
    <w:rsid w:val="00D70719"/>
    <w:rsid w:val="00D70DF3"/>
    <w:rsid w:val="00D71C23"/>
    <w:rsid w:val="00D72324"/>
    <w:rsid w:val="00D726A8"/>
    <w:rsid w:val="00D72885"/>
    <w:rsid w:val="00D72C2F"/>
    <w:rsid w:val="00D73C53"/>
    <w:rsid w:val="00D73CEA"/>
    <w:rsid w:val="00D74958"/>
    <w:rsid w:val="00D749B3"/>
    <w:rsid w:val="00D74D37"/>
    <w:rsid w:val="00D7565A"/>
    <w:rsid w:val="00D75E98"/>
    <w:rsid w:val="00D76190"/>
    <w:rsid w:val="00D7643E"/>
    <w:rsid w:val="00D767EF"/>
    <w:rsid w:val="00D770DF"/>
    <w:rsid w:val="00D77845"/>
    <w:rsid w:val="00D7790E"/>
    <w:rsid w:val="00D80335"/>
    <w:rsid w:val="00D80568"/>
    <w:rsid w:val="00D80659"/>
    <w:rsid w:val="00D8081E"/>
    <w:rsid w:val="00D80890"/>
    <w:rsid w:val="00D808C5"/>
    <w:rsid w:val="00D80F13"/>
    <w:rsid w:val="00D815B8"/>
    <w:rsid w:val="00D82B07"/>
    <w:rsid w:val="00D83363"/>
    <w:rsid w:val="00D84843"/>
    <w:rsid w:val="00D84A30"/>
    <w:rsid w:val="00D853EA"/>
    <w:rsid w:val="00D85AD0"/>
    <w:rsid w:val="00D87CF1"/>
    <w:rsid w:val="00D87FA2"/>
    <w:rsid w:val="00D902DA"/>
    <w:rsid w:val="00D90850"/>
    <w:rsid w:val="00D90E5F"/>
    <w:rsid w:val="00D91770"/>
    <w:rsid w:val="00D917D3"/>
    <w:rsid w:val="00D9222C"/>
    <w:rsid w:val="00D929EB"/>
    <w:rsid w:val="00D958BA"/>
    <w:rsid w:val="00D962EC"/>
    <w:rsid w:val="00D968EB"/>
    <w:rsid w:val="00D96FCB"/>
    <w:rsid w:val="00D97012"/>
    <w:rsid w:val="00D974E8"/>
    <w:rsid w:val="00D97A8D"/>
    <w:rsid w:val="00DA1844"/>
    <w:rsid w:val="00DA19EE"/>
    <w:rsid w:val="00DA1B96"/>
    <w:rsid w:val="00DA25F8"/>
    <w:rsid w:val="00DA2F17"/>
    <w:rsid w:val="00DA340C"/>
    <w:rsid w:val="00DA3DD4"/>
    <w:rsid w:val="00DA3FA4"/>
    <w:rsid w:val="00DA4781"/>
    <w:rsid w:val="00DA588C"/>
    <w:rsid w:val="00DA65EE"/>
    <w:rsid w:val="00DA6F5D"/>
    <w:rsid w:val="00DB223D"/>
    <w:rsid w:val="00DB27D8"/>
    <w:rsid w:val="00DB2AA3"/>
    <w:rsid w:val="00DB32CA"/>
    <w:rsid w:val="00DB3B84"/>
    <w:rsid w:val="00DB4504"/>
    <w:rsid w:val="00DB46A6"/>
    <w:rsid w:val="00DB48A1"/>
    <w:rsid w:val="00DB4A2E"/>
    <w:rsid w:val="00DB632C"/>
    <w:rsid w:val="00DB6343"/>
    <w:rsid w:val="00DB676C"/>
    <w:rsid w:val="00DB7373"/>
    <w:rsid w:val="00DB73ED"/>
    <w:rsid w:val="00DC05B1"/>
    <w:rsid w:val="00DC0C03"/>
    <w:rsid w:val="00DC15E6"/>
    <w:rsid w:val="00DC2C9F"/>
    <w:rsid w:val="00DC337B"/>
    <w:rsid w:val="00DC35C1"/>
    <w:rsid w:val="00DC569D"/>
    <w:rsid w:val="00DC681B"/>
    <w:rsid w:val="00DC6965"/>
    <w:rsid w:val="00DC72FF"/>
    <w:rsid w:val="00DC7624"/>
    <w:rsid w:val="00DC7982"/>
    <w:rsid w:val="00DD0137"/>
    <w:rsid w:val="00DD03BC"/>
    <w:rsid w:val="00DD0C86"/>
    <w:rsid w:val="00DD0D26"/>
    <w:rsid w:val="00DD0D92"/>
    <w:rsid w:val="00DD16B9"/>
    <w:rsid w:val="00DD2FD5"/>
    <w:rsid w:val="00DD301C"/>
    <w:rsid w:val="00DD356D"/>
    <w:rsid w:val="00DD372B"/>
    <w:rsid w:val="00DD3F19"/>
    <w:rsid w:val="00DD4284"/>
    <w:rsid w:val="00DD43F7"/>
    <w:rsid w:val="00DD4568"/>
    <w:rsid w:val="00DD49A6"/>
    <w:rsid w:val="00DD56A6"/>
    <w:rsid w:val="00DD677F"/>
    <w:rsid w:val="00DE06A1"/>
    <w:rsid w:val="00DE0D9A"/>
    <w:rsid w:val="00DE13B9"/>
    <w:rsid w:val="00DE1615"/>
    <w:rsid w:val="00DE2082"/>
    <w:rsid w:val="00DE22EC"/>
    <w:rsid w:val="00DE3270"/>
    <w:rsid w:val="00DE362D"/>
    <w:rsid w:val="00DE47F1"/>
    <w:rsid w:val="00DE5389"/>
    <w:rsid w:val="00DE584A"/>
    <w:rsid w:val="00DE59AE"/>
    <w:rsid w:val="00DE62B2"/>
    <w:rsid w:val="00DE744C"/>
    <w:rsid w:val="00DE7FE7"/>
    <w:rsid w:val="00DF03E8"/>
    <w:rsid w:val="00DF086A"/>
    <w:rsid w:val="00DF0C01"/>
    <w:rsid w:val="00DF1B6E"/>
    <w:rsid w:val="00DF2921"/>
    <w:rsid w:val="00DF2CA6"/>
    <w:rsid w:val="00DF329B"/>
    <w:rsid w:val="00DF3762"/>
    <w:rsid w:val="00DF3895"/>
    <w:rsid w:val="00DF3906"/>
    <w:rsid w:val="00DF3AC3"/>
    <w:rsid w:val="00DF3C69"/>
    <w:rsid w:val="00DF3F21"/>
    <w:rsid w:val="00DF4F2F"/>
    <w:rsid w:val="00DF5DDE"/>
    <w:rsid w:val="00DF6010"/>
    <w:rsid w:val="00DF617F"/>
    <w:rsid w:val="00DF6909"/>
    <w:rsid w:val="00DF7141"/>
    <w:rsid w:val="00DF785A"/>
    <w:rsid w:val="00DF7FD2"/>
    <w:rsid w:val="00E00834"/>
    <w:rsid w:val="00E016C7"/>
    <w:rsid w:val="00E0172B"/>
    <w:rsid w:val="00E02863"/>
    <w:rsid w:val="00E028A3"/>
    <w:rsid w:val="00E04B17"/>
    <w:rsid w:val="00E04E33"/>
    <w:rsid w:val="00E076F3"/>
    <w:rsid w:val="00E078A2"/>
    <w:rsid w:val="00E07D54"/>
    <w:rsid w:val="00E101A7"/>
    <w:rsid w:val="00E10746"/>
    <w:rsid w:val="00E11181"/>
    <w:rsid w:val="00E11379"/>
    <w:rsid w:val="00E113E1"/>
    <w:rsid w:val="00E11534"/>
    <w:rsid w:val="00E12522"/>
    <w:rsid w:val="00E1261E"/>
    <w:rsid w:val="00E15F9C"/>
    <w:rsid w:val="00E1671E"/>
    <w:rsid w:val="00E16838"/>
    <w:rsid w:val="00E1797A"/>
    <w:rsid w:val="00E210E7"/>
    <w:rsid w:val="00E21186"/>
    <w:rsid w:val="00E21CEC"/>
    <w:rsid w:val="00E222E2"/>
    <w:rsid w:val="00E2243F"/>
    <w:rsid w:val="00E2251C"/>
    <w:rsid w:val="00E22534"/>
    <w:rsid w:val="00E2301E"/>
    <w:rsid w:val="00E2322D"/>
    <w:rsid w:val="00E23CEB"/>
    <w:rsid w:val="00E2672C"/>
    <w:rsid w:val="00E2686D"/>
    <w:rsid w:val="00E27391"/>
    <w:rsid w:val="00E27809"/>
    <w:rsid w:val="00E30AB9"/>
    <w:rsid w:val="00E30F42"/>
    <w:rsid w:val="00E3101E"/>
    <w:rsid w:val="00E31180"/>
    <w:rsid w:val="00E3146C"/>
    <w:rsid w:val="00E31681"/>
    <w:rsid w:val="00E319B1"/>
    <w:rsid w:val="00E31A02"/>
    <w:rsid w:val="00E31DE5"/>
    <w:rsid w:val="00E32C2F"/>
    <w:rsid w:val="00E33A64"/>
    <w:rsid w:val="00E3419E"/>
    <w:rsid w:val="00E34957"/>
    <w:rsid w:val="00E34FF9"/>
    <w:rsid w:val="00E35055"/>
    <w:rsid w:val="00E35135"/>
    <w:rsid w:val="00E35CA2"/>
    <w:rsid w:val="00E35DF8"/>
    <w:rsid w:val="00E363EE"/>
    <w:rsid w:val="00E364C1"/>
    <w:rsid w:val="00E36F00"/>
    <w:rsid w:val="00E37B98"/>
    <w:rsid w:val="00E40511"/>
    <w:rsid w:val="00E40A43"/>
    <w:rsid w:val="00E40AB4"/>
    <w:rsid w:val="00E40CEE"/>
    <w:rsid w:val="00E41340"/>
    <w:rsid w:val="00E414E4"/>
    <w:rsid w:val="00E4165E"/>
    <w:rsid w:val="00E4236B"/>
    <w:rsid w:val="00E43205"/>
    <w:rsid w:val="00E43B41"/>
    <w:rsid w:val="00E43CC4"/>
    <w:rsid w:val="00E443D9"/>
    <w:rsid w:val="00E443F3"/>
    <w:rsid w:val="00E44A06"/>
    <w:rsid w:val="00E44E37"/>
    <w:rsid w:val="00E44E8A"/>
    <w:rsid w:val="00E46187"/>
    <w:rsid w:val="00E462E0"/>
    <w:rsid w:val="00E4655E"/>
    <w:rsid w:val="00E468B6"/>
    <w:rsid w:val="00E47B11"/>
    <w:rsid w:val="00E47EDC"/>
    <w:rsid w:val="00E50ED4"/>
    <w:rsid w:val="00E51364"/>
    <w:rsid w:val="00E51571"/>
    <w:rsid w:val="00E51FDB"/>
    <w:rsid w:val="00E52868"/>
    <w:rsid w:val="00E5335A"/>
    <w:rsid w:val="00E53E4A"/>
    <w:rsid w:val="00E540BB"/>
    <w:rsid w:val="00E54324"/>
    <w:rsid w:val="00E548AB"/>
    <w:rsid w:val="00E54D84"/>
    <w:rsid w:val="00E551C8"/>
    <w:rsid w:val="00E5551B"/>
    <w:rsid w:val="00E55A72"/>
    <w:rsid w:val="00E563DC"/>
    <w:rsid w:val="00E56475"/>
    <w:rsid w:val="00E56751"/>
    <w:rsid w:val="00E56949"/>
    <w:rsid w:val="00E56B1E"/>
    <w:rsid w:val="00E57421"/>
    <w:rsid w:val="00E575D0"/>
    <w:rsid w:val="00E57708"/>
    <w:rsid w:val="00E5788D"/>
    <w:rsid w:val="00E606F9"/>
    <w:rsid w:val="00E628CE"/>
    <w:rsid w:val="00E62F3F"/>
    <w:rsid w:val="00E63757"/>
    <w:rsid w:val="00E63A28"/>
    <w:rsid w:val="00E64F01"/>
    <w:rsid w:val="00E651AD"/>
    <w:rsid w:val="00E6520D"/>
    <w:rsid w:val="00E65682"/>
    <w:rsid w:val="00E65A32"/>
    <w:rsid w:val="00E65AC9"/>
    <w:rsid w:val="00E65BF9"/>
    <w:rsid w:val="00E6601F"/>
    <w:rsid w:val="00E66B11"/>
    <w:rsid w:val="00E67363"/>
    <w:rsid w:val="00E67B1E"/>
    <w:rsid w:val="00E67B5B"/>
    <w:rsid w:val="00E67BAB"/>
    <w:rsid w:val="00E7013C"/>
    <w:rsid w:val="00E701FB"/>
    <w:rsid w:val="00E70660"/>
    <w:rsid w:val="00E707DE"/>
    <w:rsid w:val="00E7089A"/>
    <w:rsid w:val="00E708D9"/>
    <w:rsid w:val="00E71887"/>
    <w:rsid w:val="00E71AD1"/>
    <w:rsid w:val="00E71F23"/>
    <w:rsid w:val="00E720D3"/>
    <w:rsid w:val="00E72189"/>
    <w:rsid w:val="00E72920"/>
    <w:rsid w:val="00E729CD"/>
    <w:rsid w:val="00E73074"/>
    <w:rsid w:val="00E7331B"/>
    <w:rsid w:val="00E74B86"/>
    <w:rsid w:val="00E74CFE"/>
    <w:rsid w:val="00E75491"/>
    <w:rsid w:val="00E75597"/>
    <w:rsid w:val="00E779B8"/>
    <w:rsid w:val="00E800AF"/>
    <w:rsid w:val="00E80589"/>
    <w:rsid w:val="00E809CE"/>
    <w:rsid w:val="00E80B14"/>
    <w:rsid w:val="00E80C0C"/>
    <w:rsid w:val="00E81A4F"/>
    <w:rsid w:val="00E81D4E"/>
    <w:rsid w:val="00E8216B"/>
    <w:rsid w:val="00E830B8"/>
    <w:rsid w:val="00E8311E"/>
    <w:rsid w:val="00E832BE"/>
    <w:rsid w:val="00E833D7"/>
    <w:rsid w:val="00E8396D"/>
    <w:rsid w:val="00E844D2"/>
    <w:rsid w:val="00E84534"/>
    <w:rsid w:val="00E84C07"/>
    <w:rsid w:val="00E84DFA"/>
    <w:rsid w:val="00E85042"/>
    <w:rsid w:val="00E852A3"/>
    <w:rsid w:val="00E85570"/>
    <w:rsid w:val="00E85734"/>
    <w:rsid w:val="00E85F29"/>
    <w:rsid w:val="00E861E9"/>
    <w:rsid w:val="00E8729C"/>
    <w:rsid w:val="00E90B9F"/>
    <w:rsid w:val="00E91E7D"/>
    <w:rsid w:val="00E92851"/>
    <w:rsid w:val="00E92F67"/>
    <w:rsid w:val="00E930D8"/>
    <w:rsid w:val="00E9361A"/>
    <w:rsid w:val="00E93878"/>
    <w:rsid w:val="00E9394F"/>
    <w:rsid w:val="00E945B9"/>
    <w:rsid w:val="00E948B7"/>
    <w:rsid w:val="00E94D9C"/>
    <w:rsid w:val="00E95D4B"/>
    <w:rsid w:val="00E96204"/>
    <w:rsid w:val="00E965CE"/>
    <w:rsid w:val="00EA0486"/>
    <w:rsid w:val="00EA1035"/>
    <w:rsid w:val="00EA13DA"/>
    <w:rsid w:val="00EA1748"/>
    <w:rsid w:val="00EA21C0"/>
    <w:rsid w:val="00EA25CD"/>
    <w:rsid w:val="00EA28A6"/>
    <w:rsid w:val="00EA332B"/>
    <w:rsid w:val="00EA3590"/>
    <w:rsid w:val="00EA4563"/>
    <w:rsid w:val="00EA4779"/>
    <w:rsid w:val="00EA6680"/>
    <w:rsid w:val="00EA677B"/>
    <w:rsid w:val="00EA6931"/>
    <w:rsid w:val="00EA710B"/>
    <w:rsid w:val="00EA7C26"/>
    <w:rsid w:val="00EB0956"/>
    <w:rsid w:val="00EB0D78"/>
    <w:rsid w:val="00EB271A"/>
    <w:rsid w:val="00EB2747"/>
    <w:rsid w:val="00EB3205"/>
    <w:rsid w:val="00EB4E26"/>
    <w:rsid w:val="00EB517F"/>
    <w:rsid w:val="00EB51B6"/>
    <w:rsid w:val="00EB7122"/>
    <w:rsid w:val="00EB74BC"/>
    <w:rsid w:val="00EB7C1A"/>
    <w:rsid w:val="00EC112C"/>
    <w:rsid w:val="00EC178B"/>
    <w:rsid w:val="00EC25C8"/>
    <w:rsid w:val="00EC2900"/>
    <w:rsid w:val="00EC3094"/>
    <w:rsid w:val="00EC316C"/>
    <w:rsid w:val="00EC336C"/>
    <w:rsid w:val="00EC33E1"/>
    <w:rsid w:val="00EC3E47"/>
    <w:rsid w:val="00EC46B3"/>
    <w:rsid w:val="00EC4C7D"/>
    <w:rsid w:val="00EC4F4E"/>
    <w:rsid w:val="00EC506A"/>
    <w:rsid w:val="00EC531E"/>
    <w:rsid w:val="00EC5735"/>
    <w:rsid w:val="00EC6105"/>
    <w:rsid w:val="00EC6905"/>
    <w:rsid w:val="00EC69E9"/>
    <w:rsid w:val="00EC6ED8"/>
    <w:rsid w:val="00EC70AE"/>
    <w:rsid w:val="00EC72A6"/>
    <w:rsid w:val="00EC7CAA"/>
    <w:rsid w:val="00ED043C"/>
    <w:rsid w:val="00ED0659"/>
    <w:rsid w:val="00ED070B"/>
    <w:rsid w:val="00ED0B7F"/>
    <w:rsid w:val="00ED22C8"/>
    <w:rsid w:val="00ED2407"/>
    <w:rsid w:val="00ED2730"/>
    <w:rsid w:val="00ED30EB"/>
    <w:rsid w:val="00ED382C"/>
    <w:rsid w:val="00ED4771"/>
    <w:rsid w:val="00ED571A"/>
    <w:rsid w:val="00ED58CB"/>
    <w:rsid w:val="00ED5ABC"/>
    <w:rsid w:val="00ED6368"/>
    <w:rsid w:val="00ED636D"/>
    <w:rsid w:val="00ED678A"/>
    <w:rsid w:val="00ED6E18"/>
    <w:rsid w:val="00EE02B3"/>
    <w:rsid w:val="00EE0557"/>
    <w:rsid w:val="00EE0B4B"/>
    <w:rsid w:val="00EE109D"/>
    <w:rsid w:val="00EE23DF"/>
    <w:rsid w:val="00EE2779"/>
    <w:rsid w:val="00EE2A5A"/>
    <w:rsid w:val="00EE2D28"/>
    <w:rsid w:val="00EE3389"/>
    <w:rsid w:val="00EE347E"/>
    <w:rsid w:val="00EE40DE"/>
    <w:rsid w:val="00EE5D12"/>
    <w:rsid w:val="00EE5EFB"/>
    <w:rsid w:val="00EE6389"/>
    <w:rsid w:val="00EE7588"/>
    <w:rsid w:val="00EE76A8"/>
    <w:rsid w:val="00EE7B21"/>
    <w:rsid w:val="00EF02D8"/>
    <w:rsid w:val="00EF0CCA"/>
    <w:rsid w:val="00EF1113"/>
    <w:rsid w:val="00EF12B0"/>
    <w:rsid w:val="00EF148A"/>
    <w:rsid w:val="00EF1763"/>
    <w:rsid w:val="00EF198A"/>
    <w:rsid w:val="00EF20C9"/>
    <w:rsid w:val="00EF20E4"/>
    <w:rsid w:val="00EF2835"/>
    <w:rsid w:val="00EF2D65"/>
    <w:rsid w:val="00EF36DA"/>
    <w:rsid w:val="00EF37A2"/>
    <w:rsid w:val="00EF48B9"/>
    <w:rsid w:val="00EF49C4"/>
    <w:rsid w:val="00EF4A45"/>
    <w:rsid w:val="00EF4E0B"/>
    <w:rsid w:val="00EF5B8F"/>
    <w:rsid w:val="00EF5E14"/>
    <w:rsid w:val="00EF6C6B"/>
    <w:rsid w:val="00F00884"/>
    <w:rsid w:val="00F010B0"/>
    <w:rsid w:val="00F01647"/>
    <w:rsid w:val="00F0255D"/>
    <w:rsid w:val="00F02B5D"/>
    <w:rsid w:val="00F03B9D"/>
    <w:rsid w:val="00F0483A"/>
    <w:rsid w:val="00F04A53"/>
    <w:rsid w:val="00F04C7D"/>
    <w:rsid w:val="00F05494"/>
    <w:rsid w:val="00F05AB0"/>
    <w:rsid w:val="00F05D5C"/>
    <w:rsid w:val="00F066C8"/>
    <w:rsid w:val="00F07451"/>
    <w:rsid w:val="00F106EA"/>
    <w:rsid w:val="00F11006"/>
    <w:rsid w:val="00F1133D"/>
    <w:rsid w:val="00F11763"/>
    <w:rsid w:val="00F123DE"/>
    <w:rsid w:val="00F129F1"/>
    <w:rsid w:val="00F131F7"/>
    <w:rsid w:val="00F13260"/>
    <w:rsid w:val="00F13574"/>
    <w:rsid w:val="00F13A3B"/>
    <w:rsid w:val="00F1452D"/>
    <w:rsid w:val="00F16975"/>
    <w:rsid w:val="00F177A0"/>
    <w:rsid w:val="00F201EA"/>
    <w:rsid w:val="00F20AAC"/>
    <w:rsid w:val="00F20BC1"/>
    <w:rsid w:val="00F221AC"/>
    <w:rsid w:val="00F223AC"/>
    <w:rsid w:val="00F25F4B"/>
    <w:rsid w:val="00F26031"/>
    <w:rsid w:val="00F26A67"/>
    <w:rsid w:val="00F26AFC"/>
    <w:rsid w:val="00F278F3"/>
    <w:rsid w:val="00F27E4B"/>
    <w:rsid w:val="00F3109D"/>
    <w:rsid w:val="00F31591"/>
    <w:rsid w:val="00F31FB8"/>
    <w:rsid w:val="00F32167"/>
    <w:rsid w:val="00F327E2"/>
    <w:rsid w:val="00F32E55"/>
    <w:rsid w:val="00F3300C"/>
    <w:rsid w:val="00F330A0"/>
    <w:rsid w:val="00F341A8"/>
    <w:rsid w:val="00F3596D"/>
    <w:rsid w:val="00F36C23"/>
    <w:rsid w:val="00F37515"/>
    <w:rsid w:val="00F3783A"/>
    <w:rsid w:val="00F41B43"/>
    <w:rsid w:val="00F420A9"/>
    <w:rsid w:val="00F42B90"/>
    <w:rsid w:val="00F43BEE"/>
    <w:rsid w:val="00F4467D"/>
    <w:rsid w:val="00F44F84"/>
    <w:rsid w:val="00F45257"/>
    <w:rsid w:val="00F453AB"/>
    <w:rsid w:val="00F453E7"/>
    <w:rsid w:val="00F45783"/>
    <w:rsid w:val="00F45ED8"/>
    <w:rsid w:val="00F47564"/>
    <w:rsid w:val="00F475BC"/>
    <w:rsid w:val="00F4760D"/>
    <w:rsid w:val="00F47F50"/>
    <w:rsid w:val="00F50510"/>
    <w:rsid w:val="00F50975"/>
    <w:rsid w:val="00F512FE"/>
    <w:rsid w:val="00F521A4"/>
    <w:rsid w:val="00F52745"/>
    <w:rsid w:val="00F52A8C"/>
    <w:rsid w:val="00F52B2D"/>
    <w:rsid w:val="00F53385"/>
    <w:rsid w:val="00F53F65"/>
    <w:rsid w:val="00F540CB"/>
    <w:rsid w:val="00F542E2"/>
    <w:rsid w:val="00F54C6C"/>
    <w:rsid w:val="00F55386"/>
    <w:rsid w:val="00F55529"/>
    <w:rsid w:val="00F559C0"/>
    <w:rsid w:val="00F567A7"/>
    <w:rsid w:val="00F56C57"/>
    <w:rsid w:val="00F56C8B"/>
    <w:rsid w:val="00F57199"/>
    <w:rsid w:val="00F57914"/>
    <w:rsid w:val="00F57D32"/>
    <w:rsid w:val="00F611FF"/>
    <w:rsid w:val="00F61246"/>
    <w:rsid w:val="00F6376C"/>
    <w:rsid w:val="00F64BEF"/>
    <w:rsid w:val="00F65066"/>
    <w:rsid w:val="00F66322"/>
    <w:rsid w:val="00F668CE"/>
    <w:rsid w:val="00F67445"/>
    <w:rsid w:val="00F675D4"/>
    <w:rsid w:val="00F7085F"/>
    <w:rsid w:val="00F70D20"/>
    <w:rsid w:val="00F71810"/>
    <w:rsid w:val="00F7277F"/>
    <w:rsid w:val="00F72C6A"/>
    <w:rsid w:val="00F72D23"/>
    <w:rsid w:val="00F72D2D"/>
    <w:rsid w:val="00F7373D"/>
    <w:rsid w:val="00F73ECA"/>
    <w:rsid w:val="00F73F37"/>
    <w:rsid w:val="00F75641"/>
    <w:rsid w:val="00F75C90"/>
    <w:rsid w:val="00F75EA2"/>
    <w:rsid w:val="00F75EF5"/>
    <w:rsid w:val="00F760DA"/>
    <w:rsid w:val="00F763E9"/>
    <w:rsid w:val="00F76563"/>
    <w:rsid w:val="00F76F08"/>
    <w:rsid w:val="00F77557"/>
    <w:rsid w:val="00F7797F"/>
    <w:rsid w:val="00F80111"/>
    <w:rsid w:val="00F8011B"/>
    <w:rsid w:val="00F80293"/>
    <w:rsid w:val="00F80415"/>
    <w:rsid w:val="00F80D8B"/>
    <w:rsid w:val="00F81B3F"/>
    <w:rsid w:val="00F81FA4"/>
    <w:rsid w:val="00F81FD4"/>
    <w:rsid w:val="00F82521"/>
    <w:rsid w:val="00F82842"/>
    <w:rsid w:val="00F82DC8"/>
    <w:rsid w:val="00F84A1C"/>
    <w:rsid w:val="00F85997"/>
    <w:rsid w:val="00F85F08"/>
    <w:rsid w:val="00F861AC"/>
    <w:rsid w:val="00F869B8"/>
    <w:rsid w:val="00F86D12"/>
    <w:rsid w:val="00F86E51"/>
    <w:rsid w:val="00F87065"/>
    <w:rsid w:val="00F870B3"/>
    <w:rsid w:val="00F8749A"/>
    <w:rsid w:val="00F87C8E"/>
    <w:rsid w:val="00F91545"/>
    <w:rsid w:val="00F91C44"/>
    <w:rsid w:val="00F922AC"/>
    <w:rsid w:val="00F92A6A"/>
    <w:rsid w:val="00F93554"/>
    <w:rsid w:val="00F936C4"/>
    <w:rsid w:val="00F9397C"/>
    <w:rsid w:val="00F93D93"/>
    <w:rsid w:val="00F93FF8"/>
    <w:rsid w:val="00F9475C"/>
    <w:rsid w:val="00F949B5"/>
    <w:rsid w:val="00F9521F"/>
    <w:rsid w:val="00F95263"/>
    <w:rsid w:val="00F957A8"/>
    <w:rsid w:val="00F957B8"/>
    <w:rsid w:val="00F95986"/>
    <w:rsid w:val="00F95C88"/>
    <w:rsid w:val="00F963C0"/>
    <w:rsid w:val="00F96738"/>
    <w:rsid w:val="00FA02B2"/>
    <w:rsid w:val="00FA0577"/>
    <w:rsid w:val="00FA2482"/>
    <w:rsid w:val="00FA54E5"/>
    <w:rsid w:val="00FA650E"/>
    <w:rsid w:val="00FA664E"/>
    <w:rsid w:val="00FA6EB2"/>
    <w:rsid w:val="00FA6FBB"/>
    <w:rsid w:val="00FA7050"/>
    <w:rsid w:val="00FA7C85"/>
    <w:rsid w:val="00FA7E01"/>
    <w:rsid w:val="00FA7F51"/>
    <w:rsid w:val="00FB09A8"/>
    <w:rsid w:val="00FB1988"/>
    <w:rsid w:val="00FB320A"/>
    <w:rsid w:val="00FB34DA"/>
    <w:rsid w:val="00FB3F2A"/>
    <w:rsid w:val="00FB4105"/>
    <w:rsid w:val="00FB4549"/>
    <w:rsid w:val="00FB5DA3"/>
    <w:rsid w:val="00FB5DBA"/>
    <w:rsid w:val="00FB64CF"/>
    <w:rsid w:val="00FB68B3"/>
    <w:rsid w:val="00FB6C4C"/>
    <w:rsid w:val="00FB6DDF"/>
    <w:rsid w:val="00FB6F6D"/>
    <w:rsid w:val="00FB7754"/>
    <w:rsid w:val="00FB7D0C"/>
    <w:rsid w:val="00FC0442"/>
    <w:rsid w:val="00FC0547"/>
    <w:rsid w:val="00FC0D81"/>
    <w:rsid w:val="00FC1652"/>
    <w:rsid w:val="00FC29D6"/>
    <w:rsid w:val="00FC2C1C"/>
    <w:rsid w:val="00FC3C00"/>
    <w:rsid w:val="00FC4965"/>
    <w:rsid w:val="00FC7B78"/>
    <w:rsid w:val="00FD0801"/>
    <w:rsid w:val="00FD1AB1"/>
    <w:rsid w:val="00FD1B37"/>
    <w:rsid w:val="00FD1B4B"/>
    <w:rsid w:val="00FD1D55"/>
    <w:rsid w:val="00FD2200"/>
    <w:rsid w:val="00FD3929"/>
    <w:rsid w:val="00FD4427"/>
    <w:rsid w:val="00FD45C3"/>
    <w:rsid w:val="00FD489E"/>
    <w:rsid w:val="00FD6062"/>
    <w:rsid w:val="00FD6CAA"/>
    <w:rsid w:val="00FD7350"/>
    <w:rsid w:val="00FE02B8"/>
    <w:rsid w:val="00FE049F"/>
    <w:rsid w:val="00FE1212"/>
    <w:rsid w:val="00FE1C2C"/>
    <w:rsid w:val="00FE2884"/>
    <w:rsid w:val="00FE2B51"/>
    <w:rsid w:val="00FE3000"/>
    <w:rsid w:val="00FE3B28"/>
    <w:rsid w:val="00FE45AC"/>
    <w:rsid w:val="00FE466F"/>
    <w:rsid w:val="00FE50C0"/>
    <w:rsid w:val="00FE5458"/>
    <w:rsid w:val="00FE5695"/>
    <w:rsid w:val="00FE63AC"/>
    <w:rsid w:val="00FE6863"/>
    <w:rsid w:val="00FE6F04"/>
    <w:rsid w:val="00FE6F5D"/>
    <w:rsid w:val="00FE7646"/>
    <w:rsid w:val="00FE7969"/>
    <w:rsid w:val="00FE7DFA"/>
    <w:rsid w:val="00FF0D77"/>
    <w:rsid w:val="00FF1092"/>
    <w:rsid w:val="00FF158F"/>
    <w:rsid w:val="00FF201D"/>
    <w:rsid w:val="00FF2850"/>
    <w:rsid w:val="00FF2B7A"/>
    <w:rsid w:val="00FF3589"/>
    <w:rsid w:val="00FF3C30"/>
    <w:rsid w:val="00FF3C53"/>
    <w:rsid w:val="00FF3EAD"/>
    <w:rsid w:val="00FF403F"/>
    <w:rsid w:val="00FF69D7"/>
    <w:rsid w:val="00FF6A10"/>
    <w:rsid w:val="00FF7498"/>
    <w:rsid w:val="00FF769F"/>
    <w:rsid w:val="00FF7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384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B4105"/>
    <w:pPr>
      <w:ind w:left="720"/>
    </w:pPr>
  </w:style>
  <w:style w:type="table" w:styleId="TableGrid">
    <w:name w:val="Table Grid"/>
    <w:basedOn w:val="TableNormal"/>
    <w:uiPriority w:val="99"/>
    <w:rsid w:val="00C32CF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C32CF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2.ed.gov/rschstat/eval/tech/evidence-based-practices/finalreport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138</Words>
  <Characters>792</Characters>
  <Application>Microsoft Office Outlook</Application>
  <DocSecurity>0</DocSecurity>
  <Lines>0</Lines>
  <Paragraphs>0</Paragraphs>
  <ScaleCrop>false</ScaleCrop>
  <Company>Bedford Central School District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Conceptual Framework for Online Learning</dc:title>
  <dc:subject/>
  <dc:creator>Bedford</dc:creator>
  <cp:keywords/>
  <dc:description/>
  <cp:lastModifiedBy>Haldane Central School District</cp:lastModifiedBy>
  <cp:revision>3</cp:revision>
  <dcterms:created xsi:type="dcterms:W3CDTF">2012-04-30T18:13:00Z</dcterms:created>
  <dcterms:modified xsi:type="dcterms:W3CDTF">2012-04-30T18:14:00Z</dcterms:modified>
</cp:coreProperties>
</file>